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707EC" w14:textId="77777777" w:rsidR="00DF4790" w:rsidRPr="00E52F64" w:rsidRDefault="00DF4790" w:rsidP="00DF479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52F64">
        <w:rPr>
          <w:rFonts w:ascii="Times New Roman" w:hAnsi="Times New Roman" w:cs="Times New Roman"/>
          <w:b/>
          <w:bCs/>
          <w:sz w:val="32"/>
          <w:szCs w:val="32"/>
        </w:rPr>
        <w:t>Přehled referenčních zakázek (hodnotící kritérium Kvalita)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10"/>
        <w:gridCol w:w="8784"/>
      </w:tblGrid>
      <w:tr w:rsidR="00CF5E61" w:rsidRPr="009E030E" w14:paraId="60F41193" w14:textId="77777777" w:rsidTr="00CF5E61">
        <w:trPr>
          <w:trHeight w:val="51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E0A0C" w14:textId="702EC4B9" w:rsidR="00CF5E61" w:rsidRPr="009E030E" w:rsidRDefault="00DF4790" w:rsidP="00ED3D13">
            <w:pPr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lang w:eastAsia="cs-CZ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cs-CZ"/>
              </w:rPr>
              <w:t xml:space="preserve">Referenční zakázky – stavební část (váha </w:t>
            </w:r>
            <w:proofErr w:type="gramStart"/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cs-CZ"/>
              </w:rPr>
              <w:t>15%</w:t>
            </w:r>
            <w:proofErr w:type="gramEnd"/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cs-CZ"/>
              </w:rPr>
              <w:t>)</w:t>
            </w:r>
          </w:p>
        </w:tc>
      </w:tr>
      <w:tr w:rsidR="00CF5E61" w:rsidRPr="009E030E" w14:paraId="7227EB4D" w14:textId="77777777" w:rsidTr="00CF5E61">
        <w:trPr>
          <w:trHeight w:val="51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BB788" w14:textId="0B39CDED" w:rsidR="00CF5E61" w:rsidRDefault="00DF4790" w:rsidP="001C4F88">
            <w:pPr>
              <w:tabs>
                <w:tab w:val="left" w:pos="3285"/>
              </w:tabs>
              <w:spacing w:before="120" w:after="60" w:line="240" w:lineRule="auto"/>
              <w:jc w:val="both"/>
              <w:rPr>
                <w:rFonts w:asciiTheme="majorHAnsi" w:eastAsia="Times New Roman" w:hAnsiTheme="majorHAnsi" w:cstheme="majorHAnsi"/>
                <w:u w:val="single"/>
                <w:lang w:eastAsia="cs-CZ"/>
              </w:rPr>
            </w:pPr>
            <w:r>
              <w:rPr>
                <w:rFonts w:asciiTheme="majorHAnsi" w:eastAsia="Times New Roman" w:hAnsiTheme="majorHAnsi" w:cstheme="majorHAnsi"/>
                <w:u w:val="single"/>
                <w:lang w:eastAsia="cs-CZ"/>
              </w:rPr>
              <w:t>Požadavek:</w:t>
            </w:r>
          </w:p>
          <w:p w14:paraId="260CB17E" w14:textId="0B515911" w:rsidR="001C4F88" w:rsidRDefault="001C4F88" w:rsidP="001C4F88">
            <w:pPr>
              <w:keepNext/>
              <w:keepLines/>
              <w:spacing w:before="120"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Referenční zakázky, </w:t>
            </w:r>
            <w:r w:rsidRPr="000B7A2A">
              <w:rPr>
                <w:rFonts w:cstheme="minorHAnsi"/>
                <w:sz w:val="24"/>
                <w:szCs w:val="24"/>
              </w:rPr>
              <w:t xml:space="preserve">které </w:t>
            </w:r>
            <w:r>
              <w:rPr>
                <w:rFonts w:cstheme="minorHAnsi"/>
                <w:sz w:val="24"/>
                <w:szCs w:val="24"/>
              </w:rPr>
              <w:t>účastník</w:t>
            </w:r>
            <w:r w:rsidRPr="000B7A2A">
              <w:rPr>
                <w:rFonts w:cstheme="minorHAnsi"/>
                <w:sz w:val="24"/>
                <w:szCs w:val="24"/>
              </w:rPr>
              <w:t xml:space="preserve"> prokazatelně realizoval </w:t>
            </w:r>
            <w:r>
              <w:rPr>
                <w:rFonts w:cstheme="minorHAnsi"/>
                <w:sz w:val="24"/>
                <w:szCs w:val="24"/>
              </w:rPr>
              <w:t xml:space="preserve">(řádně dokončil) </w:t>
            </w:r>
            <w:r w:rsidRPr="000B7A2A">
              <w:rPr>
                <w:rFonts w:cstheme="minorHAnsi"/>
                <w:sz w:val="24"/>
                <w:szCs w:val="24"/>
              </w:rPr>
              <w:t>v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0B7A2A">
              <w:rPr>
                <w:rFonts w:cstheme="minorHAnsi"/>
                <w:sz w:val="24"/>
                <w:szCs w:val="24"/>
              </w:rPr>
              <w:t>posledních 5 letech, a jejichž předmětem bylo zajištění technického dozoru investora včetně výkonu činnosti koordinátora BOZP na staveništi, a to u stavebních akcí obdobného charakteru jako je</w:t>
            </w:r>
            <w:r>
              <w:rPr>
                <w:rFonts w:cstheme="minorHAnsi"/>
                <w:sz w:val="24"/>
                <w:szCs w:val="24"/>
              </w:rPr>
              <w:t xml:space="preserve"> stavební část této</w:t>
            </w:r>
            <w:r w:rsidRPr="000B7A2A">
              <w:rPr>
                <w:rFonts w:cstheme="minorHAnsi"/>
                <w:sz w:val="24"/>
                <w:szCs w:val="24"/>
              </w:rPr>
              <w:t xml:space="preserve"> veřejné zakázky.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0020743" w14:textId="77777777" w:rsidR="001C4F88" w:rsidRDefault="001C4F88" w:rsidP="001C4F88">
            <w:pPr>
              <w:keepNext/>
              <w:keepLines/>
              <w:spacing w:before="120"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BD0032">
              <w:rPr>
                <w:rFonts w:cstheme="minorHAnsi"/>
                <w:sz w:val="24"/>
                <w:szCs w:val="24"/>
              </w:rPr>
              <w:t>Za obdobný charakter se považuje zejména realizace úprav veřejných prostranství, které zahrnovaly obnovu nebo výstavbu zpevněných ploch, komunikací, stavebních prvků a inženýrských sítí (např. rozvody elektřiny, vody, kanalizace, veřejné osvětlení apod.).</w:t>
            </w:r>
          </w:p>
          <w:p w14:paraId="12B432C7" w14:textId="0006DBB2" w:rsidR="001C4F88" w:rsidRDefault="001C4F88" w:rsidP="001C4F88">
            <w:pPr>
              <w:tabs>
                <w:tab w:val="left" w:pos="3285"/>
              </w:tabs>
              <w:spacing w:before="120" w:after="60" w:line="240" w:lineRule="auto"/>
              <w:jc w:val="both"/>
              <w:rPr>
                <w:rFonts w:asciiTheme="majorHAnsi" w:eastAsia="Times New Roman" w:hAnsiTheme="majorHAnsi" w:cstheme="majorHAnsi"/>
                <w:u w:val="single"/>
                <w:lang w:eastAsia="cs-CZ"/>
              </w:rPr>
            </w:pPr>
            <w:r>
              <w:rPr>
                <w:rFonts w:cstheme="minorHAnsi"/>
                <w:bCs/>
                <w:sz w:val="24"/>
                <w:szCs w:val="24"/>
              </w:rPr>
              <w:t>Jedná se o referenční zakázky</w:t>
            </w:r>
            <w:r w:rsidRPr="00872563">
              <w:rPr>
                <w:rFonts w:cstheme="minorHAnsi"/>
                <w:bCs/>
                <w:sz w:val="24"/>
                <w:szCs w:val="24"/>
              </w:rPr>
              <w:t xml:space="preserve"> nad rámec </w:t>
            </w:r>
            <w:r>
              <w:rPr>
                <w:rFonts w:cstheme="minorHAnsi"/>
                <w:bCs/>
                <w:sz w:val="24"/>
                <w:szCs w:val="24"/>
              </w:rPr>
              <w:t xml:space="preserve">minimálních </w:t>
            </w:r>
            <w:r w:rsidRPr="00872563">
              <w:rPr>
                <w:rFonts w:cstheme="minorHAnsi"/>
                <w:bCs/>
                <w:sz w:val="24"/>
                <w:szCs w:val="24"/>
              </w:rPr>
              <w:t>technických kvalifikačních předpokladů</w:t>
            </w:r>
            <w:r>
              <w:rPr>
                <w:rFonts w:cstheme="minorHAnsi"/>
                <w:bCs/>
                <w:sz w:val="24"/>
                <w:szCs w:val="24"/>
              </w:rPr>
              <w:t>.</w:t>
            </w:r>
          </w:p>
          <w:p w14:paraId="336CDB5A" w14:textId="65F17EBE" w:rsidR="00DF4790" w:rsidRPr="009E030E" w:rsidRDefault="00DF4790" w:rsidP="00CF6FB4">
            <w:pPr>
              <w:spacing w:before="120" w:after="60" w:line="240" w:lineRule="auto"/>
              <w:jc w:val="both"/>
              <w:rPr>
                <w:rFonts w:asciiTheme="majorHAnsi" w:eastAsia="Times New Roman" w:hAnsiTheme="majorHAnsi" w:cstheme="majorHAnsi"/>
                <w:u w:val="single"/>
                <w:lang w:eastAsia="cs-CZ"/>
              </w:rPr>
            </w:pPr>
          </w:p>
        </w:tc>
      </w:tr>
      <w:tr w:rsidR="0063148C" w:rsidRPr="009E030E" w14:paraId="661AB2AE" w14:textId="77777777" w:rsidTr="00E03542">
        <w:trPr>
          <w:trHeight w:val="510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6D28A" w14:textId="71D61527" w:rsidR="006B2FB7" w:rsidRPr="009E030E" w:rsidRDefault="001C4F88" w:rsidP="00ED3D13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Název zakázky</w:t>
            </w:r>
            <w:r w:rsidR="00E03542">
              <w:rPr>
                <w:rFonts w:asciiTheme="majorHAnsi" w:hAnsiTheme="majorHAnsi" w:cstheme="majorHAnsi"/>
                <w:b/>
                <w:bCs/>
              </w:rPr>
              <w:t>_1</w:t>
            </w:r>
            <w:r w:rsidR="006B2FB7"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5629BEC2" w14:textId="45F643A8" w:rsidR="006B2FB7" w:rsidRPr="009E030E" w:rsidRDefault="00E03542" w:rsidP="00ED3D13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A0475ACE95384676B3EB84328341711D"/>
                </w:placeholder>
              </w:sdtPr>
              <w:sdtEndPr>
                <w:rPr>
                  <w:color w:val="auto"/>
                </w:rPr>
              </w:sdtEndPr>
              <w:sdtContent>
                <w:r w:rsidR="00C95E44"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 w:rsid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A132B" w14:textId="6DC74D37" w:rsidR="000031F7" w:rsidRPr="009E030E" w:rsidRDefault="001C4F88" w:rsidP="006D3FD7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Objednatel</w:t>
            </w:r>
            <w:r w:rsidR="000031F7"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377976002"/>
                <w:placeholder>
                  <w:docPart w:val="197423108FBE430BBF17E69F994BCA79"/>
                </w:placeholder>
              </w:sdtPr>
              <w:sdtEndPr/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5715608F" w14:textId="0810A03F" w:rsidR="0063148C" w:rsidRPr="009E030E" w:rsidRDefault="00E64660" w:rsidP="006D3FD7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t xml:space="preserve">Popis </w:t>
            </w:r>
            <w:r w:rsidR="001C4F88"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777778341"/>
                <w:placeholder>
                  <w:docPart w:val="59E3063EF93C46BF9FD9B4AE368BC0F0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="002B5925"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="002B5925"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 w:rsidR="001C4F88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poskytnutých služeb</w:t>
                </w:r>
                <w:r w:rsid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 (zda byl zajištěn TDI, koordinátor BOZP)</w:t>
                </w:r>
                <w:r w:rsidR="001C4F88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 a předmět stavebních prací (z popisu př</w:t>
                </w:r>
                <w:r w:rsid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e</w:t>
                </w:r>
                <w:r w:rsidR="001C4F88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dmětu stavebních prací musí být patrna relevantnost </w:t>
                </w:r>
                <w:r w:rsid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provedených činností </w:t>
                </w:r>
                <w:r w:rsidR="001C4F88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obdobného charakteru</w:t>
                </w:r>
                <w:r w:rsid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 </w:t>
                </w:r>
                <w:r w:rsidR="00E03542"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jako je stavební část této veřejné zakázky</w:t>
                </w:r>
                <w:r w:rsid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02EEE914" w14:textId="282DDEE5" w:rsidR="000031F7" w:rsidRPr="009E030E" w:rsidRDefault="000031F7" w:rsidP="006D3FD7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92007423"/>
                <w:placeholder>
                  <w:docPart w:val="47942416721A4CBFBF277B8F82D9B01E"/>
                </w:placeholder>
              </w:sdtPr>
              <w:sdtEndPr/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0AFEA55E" w14:textId="489B6B73" w:rsidR="006B2FB7" w:rsidRPr="009E030E" w:rsidRDefault="000031F7" w:rsidP="006D3FD7">
            <w:pPr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lang w:eastAsia="cs-CZ"/>
              </w:rPr>
            </w:pPr>
            <w:r w:rsidRPr="009E030E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056857433"/>
                <w:placeholder>
                  <w:docPart w:val="6633C386D3294130A36F43C358B547B9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E03542" w:rsidRPr="009E030E" w14:paraId="26D2A0DE" w14:textId="77777777" w:rsidTr="00E03542">
        <w:trPr>
          <w:trHeight w:val="510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B0636" w14:textId="559E0EA3" w:rsidR="00E03542" w:rsidRPr="009E030E" w:rsidRDefault="00E03542" w:rsidP="00E03542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Název zakázky</w:t>
            </w:r>
            <w:r>
              <w:rPr>
                <w:rFonts w:asciiTheme="majorHAnsi" w:hAnsiTheme="majorHAnsi" w:cstheme="majorHAnsi"/>
                <w:b/>
                <w:bCs/>
              </w:rPr>
              <w:t>_2</w:t>
            </w:r>
            <w:r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44DC52E5" w14:textId="052A1352" w:rsidR="00E03542" w:rsidRPr="009E030E" w:rsidRDefault="00E03542" w:rsidP="00E03542">
            <w:pPr>
              <w:keepNext/>
              <w:keepLines/>
              <w:spacing w:before="60" w:after="60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2002645078"/>
                <w:placeholder>
                  <w:docPart w:val="47BC63CFF191487F9C54A8F52C761523"/>
                </w:placeholder>
              </w:sdtPr>
              <w:sdtEndPr>
                <w:rPr>
                  <w:color w:val="auto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BEC51" w14:textId="77777777" w:rsidR="00E03542" w:rsidRPr="009E030E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Objednatel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1932545129"/>
                <w:placeholder>
                  <w:docPart w:val="3BBFFACED3074077842FC400CC2305B6"/>
                </w:placeholder>
              </w:sdtPr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55A5C9D3" w14:textId="77777777" w:rsidR="00E03542" w:rsidRPr="009E030E" w:rsidRDefault="00E03542" w:rsidP="00E03542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t xml:space="preserve">Popis </w:t>
            </w:r>
            <w:r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582136617"/>
                <w:placeholder>
                  <w:docPart w:val="96A9448D18AD4ECABEE085ADE01F0A58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poskytnutých služeb (zda byl zajištěn TDI, koordinátor BOZP) a předmět stavebních prací (z popisu předmětu stavebních prací musí být patrna relevantnost provedených činností obdobného charakteru </w:t>
                </w:r>
                <w:r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jako je stavební část této veřejné zakázky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543C7ACB" w14:textId="77777777" w:rsidR="00E03542" w:rsidRPr="009E030E" w:rsidRDefault="00E03542" w:rsidP="00E03542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561092239"/>
                <w:placeholder>
                  <w:docPart w:val="B805BDB5108D4009B591F0D1DEAF8773"/>
                </w:placeholder>
              </w:sdtPr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0A7ADF3B" w14:textId="2F3FA11A" w:rsidR="00E03542" w:rsidRPr="009E030E" w:rsidRDefault="00E03542" w:rsidP="00E03542">
            <w:pPr>
              <w:keepNext/>
              <w:keepLines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lang w:eastAsia="cs-CZ"/>
              </w:rPr>
            </w:pPr>
            <w:r w:rsidRPr="009E030E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2090038292"/>
                <w:placeholder>
                  <w:docPart w:val="168E24F3717D4B899DA5FA6598069201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E03542" w:rsidRPr="009E030E" w14:paraId="400E3F98" w14:textId="77777777" w:rsidTr="00E03542">
        <w:trPr>
          <w:trHeight w:val="510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E2E80" w14:textId="5F27AA80" w:rsidR="00E03542" w:rsidRPr="009E030E" w:rsidRDefault="00E03542" w:rsidP="00E03542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Název zakázky</w:t>
            </w:r>
            <w:r>
              <w:rPr>
                <w:rFonts w:asciiTheme="majorHAnsi" w:hAnsiTheme="majorHAnsi" w:cstheme="majorHAnsi"/>
                <w:b/>
                <w:bCs/>
              </w:rPr>
              <w:t>_3</w:t>
            </w:r>
            <w:r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45B64FD9" w14:textId="2C4ACF6D" w:rsidR="00E03542" w:rsidRPr="009E030E" w:rsidRDefault="00E03542" w:rsidP="00E03542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946987941"/>
                <w:placeholder>
                  <w:docPart w:val="13500182A8E941F5B1B8197A2123B356"/>
                </w:placeholder>
              </w:sdtPr>
              <w:sdtEndPr>
                <w:rPr>
                  <w:color w:val="auto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3A1906" w14:textId="77777777" w:rsidR="00E03542" w:rsidRPr="009E030E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Objednatel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1300344667"/>
                <w:placeholder>
                  <w:docPart w:val="ECC1727C65E745839BFC37031A382E14"/>
                </w:placeholder>
              </w:sdtPr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37DEA751" w14:textId="77777777" w:rsidR="00E03542" w:rsidRPr="009E030E" w:rsidRDefault="00E03542" w:rsidP="00E03542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lastRenderedPageBreak/>
              <w:t xml:space="preserve">Popis </w:t>
            </w:r>
            <w:r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719964460"/>
                <w:placeholder>
                  <w:docPart w:val="CF37B673DF244A138B95D06D43401BF8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poskytnutých služeb (zda byl zajištěn TDI, koordinátor BOZP) a předmět stavebních prací (z popisu předmětu stavebních prací musí být patrna relevantnost provedených činností obdobného charakteru </w:t>
                </w:r>
                <w:r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jako je stavební část této veřejné zakázky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73C58F08" w14:textId="77777777" w:rsidR="00E03542" w:rsidRPr="009E030E" w:rsidRDefault="00E03542" w:rsidP="00E03542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1363394410"/>
                <w:placeholder>
                  <w:docPart w:val="A2B49CB557DB426B814FFB6A2C810368"/>
                </w:placeholder>
              </w:sdtPr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03110C37" w14:textId="7D0D0DE7" w:rsidR="00E03542" w:rsidRPr="009E030E" w:rsidRDefault="00E03542" w:rsidP="00E03542">
            <w:pPr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lang w:eastAsia="cs-CZ"/>
              </w:rPr>
            </w:pPr>
            <w:r w:rsidRPr="009E030E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204158425"/>
                <w:placeholder>
                  <w:docPart w:val="5A74EDABEDD24D4BB3273519BDCC00D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E03542" w:rsidRPr="009E030E" w14:paraId="243BD04C" w14:textId="77777777" w:rsidTr="00E03542">
        <w:trPr>
          <w:trHeight w:val="510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FFB78" w14:textId="0FB7ED8F" w:rsidR="00E03542" w:rsidRPr="009E030E" w:rsidRDefault="00E03542" w:rsidP="00E03542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lastRenderedPageBreak/>
              <w:t>Název zakázky</w:t>
            </w:r>
            <w:r>
              <w:rPr>
                <w:rFonts w:asciiTheme="majorHAnsi" w:hAnsiTheme="majorHAnsi" w:cstheme="majorHAnsi"/>
                <w:b/>
                <w:bCs/>
              </w:rPr>
              <w:t>_4</w:t>
            </w:r>
            <w:r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6DC9DC2F" w14:textId="03DF18AB" w:rsidR="00E03542" w:rsidRPr="009E030E" w:rsidRDefault="00E03542" w:rsidP="00E03542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440283404"/>
                <w:placeholder>
                  <w:docPart w:val="1DF6D5F23E34480D8898E756C2437BD1"/>
                </w:placeholder>
              </w:sdtPr>
              <w:sdtEndPr>
                <w:rPr>
                  <w:color w:val="auto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5C187" w14:textId="77777777" w:rsidR="00E03542" w:rsidRPr="009E030E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Objednatel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1995368838"/>
                <w:placeholder>
                  <w:docPart w:val="6391DEDF02664599BBEF70932B7F3FA2"/>
                </w:placeholder>
              </w:sdtPr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32FE2093" w14:textId="77777777" w:rsidR="00E03542" w:rsidRPr="009E030E" w:rsidRDefault="00E03542" w:rsidP="00E03542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t xml:space="preserve">Popis </w:t>
            </w:r>
            <w:r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867339570"/>
                <w:placeholder>
                  <w:docPart w:val="7D7368434F8540F88CEFE0899415F10C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poskytnutých služeb (zda byl zajištěn TDI, koordinátor BOZP) a předmět stavebních prací (z popisu předmětu stavebních prací musí být patrna relevantnost provedených činností obdobného charakteru </w:t>
                </w:r>
                <w:r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jako je stavební část této veřejné zakázky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5A347AA5" w14:textId="77777777" w:rsidR="00E03542" w:rsidRPr="009E030E" w:rsidRDefault="00E03542" w:rsidP="00E03542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314920876"/>
                <w:placeholder>
                  <w:docPart w:val="679C61D757304B7381716E3E39A4CD98"/>
                </w:placeholder>
              </w:sdtPr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61FC39A1" w14:textId="2A520494" w:rsidR="00E03542" w:rsidRPr="009E030E" w:rsidRDefault="00E03542" w:rsidP="00E03542">
            <w:pPr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lang w:eastAsia="cs-CZ"/>
              </w:rPr>
            </w:pPr>
            <w:r w:rsidRPr="009E030E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548222954"/>
                <w:placeholder>
                  <w:docPart w:val="1457E27002E841069E868B8E79697D80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E03542" w:rsidRPr="009E030E" w14:paraId="061F5E45" w14:textId="77777777" w:rsidTr="00E03542">
        <w:trPr>
          <w:trHeight w:val="510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BFC88B" w14:textId="74AB9C05" w:rsidR="00E03542" w:rsidRPr="009E030E" w:rsidRDefault="00E03542" w:rsidP="00E03542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Název zakázky</w:t>
            </w:r>
            <w:r>
              <w:rPr>
                <w:rFonts w:asciiTheme="majorHAnsi" w:hAnsiTheme="majorHAnsi" w:cstheme="majorHAnsi"/>
                <w:b/>
                <w:bCs/>
              </w:rPr>
              <w:t>_5</w:t>
            </w:r>
            <w:r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5361D524" w14:textId="1B7D35BE" w:rsidR="00E03542" w:rsidRPr="009E030E" w:rsidRDefault="00E03542" w:rsidP="00E03542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739291202"/>
                <w:placeholder>
                  <w:docPart w:val="843E45A605E943C980FB91A1C0CACD01"/>
                </w:placeholder>
              </w:sdtPr>
              <w:sdtEndPr>
                <w:rPr>
                  <w:color w:val="auto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42058" w14:textId="77777777" w:rsidR="00E03542" w:rsidRPr="009E030E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Objednatel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1073926977"/>
                <w:placeholder>
                  <w:docPart w:val="D329B82DBF94499FB7085F7D9CA7D98E"/>
                </w:placeholder>
              </w:sdtPr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28A996ED" w14:textId="77777777" w:rsidR="00E03542" w:rsidRPr="009E030E" w:rsidRDefault="00E03542" w:rsidP="00E03542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t xml:space="preserve">Popis </w:t>
            </w:r>
            <w:r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161153848"/>
                <w:placeholder>
                  <w:docPart w:val="8EBB981F778B4399B7C3BAAB6F589DFC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poskytnutých služeb (zda byl zajištěn TDI, koordinátor BOZP) a předmět stavebních prací (z popisu předmětu stavebních prací musí být patrna relevantnost provedených činností obdobného charakteru </w:t>
                </w:r>
                <w:r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jako je stavební část této veřejné zakázky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0D0FDC77" w14:textId="77777777" w:rsidR="00E03542" w:rsidRPr="009E030E" w:rsidRDefault="00E03542" w:rsidP="00E03542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1907494520"/>
                <w:placeholder>
                  <w:docPart w:val="23352130F47B4498B89A1F5E96C04984"/>
                </w:placeholder>
              </w:sdtPr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74E8129F" w14:textId="348976F5" w:rsidR="00E03542" w:rsidRPr="009E030E" w:rsidRDefault="00E03542" w:rsidP="00E03542">
            <w:pPr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lang w:eastAsia="cs-CZ"/>
              </w:rPr>
            </w:pPr>
            <w:r w:rsidRPr="009E030E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1743599246"/>
                <w:placeholder>
                  <w:docPart w:val="C4B33390788448898C38C83CE1FA90DD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E03542" w:rsidRPr="009E030E" w14:paraId="5B89CC58" w14:textId="77777777" w:rsidTr="00E03542">
        <w:trPr>
          <w:trHeight w:val="510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B10BB" w14:textId="5639F0AE" w:rsidR="00E03542" w:rsidRPr="009E030E" w:rsidRDefault="00E03542" w:rsidP="00E03542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Název zakázky_</w:t>
            </w:r>
            <w:r>
              <w:rPr>
                <w:rFonts w:asciiTheme="majorHAnsi" w:hAnsiTheme="majorHAnsi" w:cstheme="majorHAnsi"/>
                <w:b/>
                <w:bCs/>
              </w:rPr>
              <w:t>6</w:t>
            </w:r>
            <w:r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6DA4FDC2" w14:textId="7C2DB65D" w:rsidR="00E03542" w:rsidRDefault="00E03542" w:rsidP="00E03542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255358751"/>
                <w:placeholder>
                  <w:docPart w:val="DC19E4E8D6684D1C88B53FBDD1D82FA2"/>
                </w:placeholder>
              </w:sdtPr>
              <w:sdtEndPr>
                <w:rPr>
                  <w:color w:val="auto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049D7" w14:textId="77777777" w:rsidR="00E03542" w:rsidRPr="009E030E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Objednatel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728883142"/>
                <w:placeholder>
                  <w:docPart w:val="A045B3E1E389420F9D641D8CBDBAD458"/>
                </w:placeholder>
              </w:sdtPr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65FD8077" w14:textId="77777777" w:rsidR="00E03542" w:rsidRPr="009E030E" w:rsidRDefault="00E03542" w:rsidP="00E03542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t xml:space="preserve">Popis </w:t>
            </w:r>
            <w:r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168525805"/>
                <w:placeholder>
                  <w:docPart w:val="DF89E05FE9D5414D83512AEDF4CB8E29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poskytnutých služeb (zda byl zajištěn TDI, koordinátor BOZP) a předmět stavebních prací (z popisu předmětu stavebních prací musí být patrna relevantnost provedených činností obdobného charakteru </w:t>
                </w:r>
                <w:r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jako je stavební část této veřejné zakázky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49363A62" w14:textId="77777777" w:rsidR="00E03542" w:rsidRPr="009E030E" w:rsidRDefault="00E03542" w:rsidP="00E03542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204801574"/>
                <w:placeholder>
                  <w:docPart w:val="DF17F0255F974C8980F91A1AC5BA2F68"/>
                </w:placeholder>
              </w:sdtPr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6DA7DB02" w14:textId="406AAF26" w:rsidR="00E03542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242114"/>
                <w:placeholder>
                  <w:docPart w:val="688E87B1574248C2B7197C11F6ED448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E03542" w:rsidRPr="009E030E" w14:paraId="090EDAB3" w14:textId="77777777" w:rsidTr="00E03542">
        <w:trPr>
          <w:trHeight w:val="510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8C817" w14:textId="497B887B" w:rsidR="00E03542" w:rsidRPr="009E030E" w:rsidRDefault="00E03542" w:rsidP="00E03542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Název zakázky_</w:t>
            </w:r>
            <w:r>
              <w:rPr>
                <w:rFonts w:asciiTheme="majorHAnsi" w:hAnsiTheme="majorHAnsi" w:cstheme="majorHAnsi"/>
                <w:b/>
                <w:bCs/>
              </w:rPr>
              <w:t>7</w:t>
            </w:r>
            <w:r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30C9F6EA" w14:textId="1250E3A3" w:rsidR="00E03542" w:rsidRDefault="00E03542" w:rsidP="00E03542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990627731"/>
                <w:placeholder>
                  <w:docPart w:val="95A7D274D40B4F14A1F8A1F376E065FE"/>
                </w:placeholder>
              </w:sdtPr>
              <w:sdtEndPr>
                <w:rPr>
                  <w:color w:val="auto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1517A" w14:textId="77777777" w:rsidR="00E03542" w:rsidRPr="009E030E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Objednatel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2034680757"/>
                <w:placeholder>
                  <w:docPart w:val="1A484796CABF46EC95E8FB9578EC043D"/>
                </w:placeholder>
              </w:sdtPr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538FA08B" w14:textId="77777777" w:rsidR="00E03542" w:rsidRPr="009E030E" w:rsidRDefault="00E03542" w:rsidP="00E03542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lastRenderedPageBreak/>
              <w:t xml:space="preserve">Popis </w:t>
            </w:r>
            <w:r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1512571144"/>
                <w:placeholder>
                  <w:docPart w:val="8C30818F85AF4B79B535166BA802CC55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poskytnutých služeb (zda byl zajištěn TDI, koordinátor BOZP) a předmět stavebních prací (z popisu předmětu stavebních prací musí být patrna relevantnost provedených činností obdobného charakteru </w:t>
                </w:r>
                <w:r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jako je stavební část této veřejné zakázky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480ECB90" w14:textId="77777777" w:rsidR="00E03542" w:rsidRPr="009E030E" w:rsidRDefault="00E03542" w:rsidP="00E03542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863357403"/>
                <w:placeholder>
                  <w:docPart w:val="98D85A55AADB42C7934E5B998D4D49B7"/>
                </w:placeholder>
              </w:sdtPr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4F123883" w14:textId="7AA42FB2" w:rsidR="00E03542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2089673826"/>
                <w:placeholder>
                  <w:docPart w:val="D42AB540A66A475BB46698DDDF57EF82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E03542" w:rsidRPr="009E030E" w14:paraId="227157AD" w14:textId="77777777" w:rsidTr="00E03542">
        <w:trPr>
          <w:trHeight w:val="510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D5279" w14:textId="7709DC8E" w:rsidR="00E03542" w:rsidRPr="009E030E" w:rsidRDefault="00E03542" w:rsidP="00E03542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lastRenderedPageBreak/>
              <w:t>Název zakázky_</w:t>
            </w:r>
            <w:r>
              <w:rPr>
                <w:rFonts w:asciiTheme="majorHAnsi" w:hAnsiTheme="majorHAnsi" w:cstheme="majorHAnsi"/>
                <w:b/>
                <w:bCs/>
              </w:rPr>
              <w:t>8</w:t>
            </w:r>
            <w:r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7F0E5FCA" w14:textId="5891E8DC" w:rsidR="00E03542" w:rsidRDefault="00E03542" w:rsidP="00E03542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284117376"/>
                <w:placeholder>
                  <w:docPart w:val="7AE776C91BDC458AB0392A1CB60DF1A9"/>
                </w:placeholder>
              </w:sdtPr>
              <w:sdtEndPr>
                <w:rPr>
                  <w:color w:val="auto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C3BC7" w14:textId="77777777" w:rsidR="00E03542" w:rsidRPr="009E030E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Objednatel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886000099"/>
                <w:placeholder>
                  <w:docPart w:val="1651B2ECB10448EA92EE9A391BE49850"/>
                </w:placeholder>
              </w:sdtPr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101DFE4A" w14:textId="77777777" w:rsidR="00E03542" w:rsidRPr="009E030E" w:rsidRDefault="00E03542" w:rsidP="00E03542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t xml:space="preserve">Popis </w:t>
            </w:r>
            <w:r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796754866"/>
                <w:placeholder>
                  <w:docPart w:val="01A45FBFF55441B2AC93C2EB57BAF2AD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poskytnutých služeb (zda byl zajištěn TDI, koordinátor BOZP) a předmět stavebních prací (z popisu předmětu stavebních prací musí být patrna relevantnost provedených činností obdobného charakteru </w:t>
                </w:r>
                <w:r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jako je stavební část této veřejné zakázky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69B10AD0" w14:textId="77777777" w:rsidR="00E03542" w:rsidRPr="009E030E" w:rsidRDefault="00E03542" w:rsidP="00E03542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130063486"/>
                <w:placeholder>
                  <w:docPart w:val="16EB76993EB54E77A60548770A2B13BC"/>
                </w:placeholder>
              </w:sdtPr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657DB40E" w14:textId="47F8B4AA" w:rsidR="00E03542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61720358"/>
                <w:placeholder>
                  <w:docPart w:val="1EEF3F423CAF4F459BA0022338C7B4FD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E03542" w:rsidRPr="009E030E" w14:paraId="7BBD2774" w14:textId="77777777" w:rsidTr="00E03542">
        <w:trPr>
          <w:trHeight w:val="510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F7704" w14:textId="7027548F" w:rsidR="00E03542" w:rsidRPr="009E030E" w:rsidRDefault="00E03542" w:rsidP="00E03542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Název zakázky_</w:t>
            </w:r>
            <w:r>
              <w:rPr>
                <w:rFonts w:asciiTheme="majorHAnsi" w:hAnsiTheme="majorHAnsi" w:cstheme="majorHAnsi"/>
                <w:b/>
                <w:bCs/>
              </w:rPr>
              <w:t>9</w:t>
            </w:r>
            <w:r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3FF86761" w14:textId="5AA5A141" w:rsidR="00E03542" w:rsidRDefault="00E03542" w:rsidP="00E03542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1423839979"/>
                <w:placeholder>
                  <w:docPart w:val="85C4322646AF493180EFEBC7B20ED2D0"/>
                </w:placeholder>
              </w:sdtPr>
              <w:sdtEndPr>
                <w:rPr>
                  <w:color w:val="auto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8F691" w14:textId="77777777" w:rsidR="00E03542" w:rsidRPr="009E030E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Objednatel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1841270294"/>
                <w:placeholder>
                  <w:docPart w:val="EBB260726D784EB8A5E78EF7EE19C38F"/>
                </w:placeholder>
              </w:sdtPr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6A07E83F" w14:textId="77777777" w:rsidR="00E03542" w:rsidRPr="009E030E" w:rsidRDefault="00E03542" w:rsidP="00E03542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t xml:space="preserve">Popis </w:t>
            </w:r>
            <w:r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767975035"/>
                <w:placeholder>
                  <w:docPart w:val="C2217A5ED3BF4FFEB2B261EC5CB60F13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poskytnutých služeb (zda byl zajištěn TDI, koordinátor BOZP) a předmět stavebních prací (z popisu předmětu stavebních prací musí být patrna relevantnost provedených činností obdobného charakteru </w:t>
                </w:r>
                <w:r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jako je stavební část této veřejné zakázky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4C65B558" w14:textId="77777777" w:rsidR="00E03542" w:rsidRPr="009E030E" w:rsidRDefault="00E03542" w:rsidP="00E03542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341401805"/>
                <w:placeholder>
                  <w:docPart w:val="1B4C88A684CD42BDB2D0CA8C0412FDA4"/>
                </w:placeholder>
              </w:sdtPr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37A2CDC7" w14:textId="74EABF7E" w:rsidR="00E03542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654992850"/>
                <w:placeholder>
                  <w:docPart w:val="AA147C5BB6A24FC794AAA48BEE637B3B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E03542" w:rsidRPr="009E030E" w14:paraId="5DAA3688" w14:textId="77777777" w:rsidTr="00E03542">
        <w:trPr>
          <w:trHeight w:val="510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ADC64" w14:textId="47EE6E1F" w:rsidR="00E03542" w:rsidRPr="009E030E" w:rsidRDefault="00E03542" w:rsidP="00E03542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Název zakázky_</w:t>
            </w:r>
            <w:r>
              <w:rPr>
                <w:rFonts w:asciiTheme="majorHAnsi" w:hAnsiTheme="majorHAnsi" w:cstheme="majorHAnsi"/>
                <w:b/>
                <w:bCs/>
              </w:rPr>
              <w:t>10</w:t>
            </w:r>
            <w:r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440FEC64" w14:textId="63E5D220" w:rsidR="00E03542" w:rsidRDefault="00E03542" w:rsidP="00E03542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1115712135"/>
                <w:placeholder>
                  <w:docPart w:val="AB0F9E71FA174E308214C719C686A4E6"/>
                </w:placeholder>
              </w:sdtPr>
              <w:sdtEndPr>
                <w:rPr>
                  <w:color w:val="auto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006EF" w14:textId="77777777" w:rsidR="00E03542" w:rsidRPr="009E030E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Objednatel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78930594"/>
                <w:placeholder>
                  <w:docPart w:val="0A824C6031BF46C8B61BFE2603B269A6"/>
                </w:placeholder>
              </w:sdtPr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3D96A7BC" w14:textId="77777777" w:rsidR="00E03542" w:rsidRPr="009E030E" w:rsidRDefault="00E03542" w:rsidP="00E03542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t xml:space="preserve">Popis </w:t>
            </w:r>
            <w:r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798725695"/>
                <w:placeholder>
                  <w:docPart w:val="6194694A156B457E9664C25DFB4AB4AC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poskytnutých služeb (zda byl zajištěn TDI, koordinátor BOZP) a předmět stavebních prací (z popisu předmětu stavebních prací musí být patrna relevantnost provedených činností obdobného charakteru </w:t>
                </w:r>
                <w:r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jako je stavební část této veřejné zakázky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57ADB7E1" w14:textId="77777777" w:rsidR="00E03542" w:rsidRPr="009E030E" w:rsidRDefault="00E03542" w:rsidP="00E03542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1289778185"/>
                <w:placeholder>
                  <w:docPart w:val="B5B04C36C31D48B985EAE7433CF1B2C4"/>
                </w:placeholder>
              </w:sdtPr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31EC9F5B" w14:textId="3E7411BF" w:rsidR="00E03542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421715393"/>
                <w:placeholder>
                  <w:docPart w:val="E371B4F9FDFE491D9DC24FA6DC6C5921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</w:tbl>
    <w:p w14:paraId="495ED14E" w14:textId="6E24C121" w:rsidR="0063148C" w:rsidRDefault="0063148C" w:rsidP="005C0B87">
      <w:pPr>
        <w:spacing w:before="120" w:after="120" w:line="276" w:lineRule="auto"/>
        <w:jc w:val="both"/>
        <w:rPr>
          <w:rFonts w:asciiTheme="majorHAnsi" w:hAnsiTheme="majorHAnsi" w:cstheme="majorHAnsi"/>
          <w:bCs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1"/>
        <w:gridCol w:w="8613"/>
      </w:tblGrid>
      <w:tr w:rsidR="00DF4790" w:rsidRPr="009E030E" w14:paraId="256A43CA" w14:textId="77777777" w:rsidTr="00622B40">
        <w:trPr>
          <w:trHeight w:val="51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E0F35" w14:textId="45AF8450" w:rsidR="00DF4790" w:rsidRPr="009E030E" w:rsidRDefault="00DF4790" w:rsidP="00622B40">
            <w:pPr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lang w:eastAsia="cs-CZ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cs-CZ"/>
              </w:rPr>
              <w:lastRenderedPageBreak/>
              <w:t xml:space="preserve">Referenční zakázky – </w:t>
            </w:r>
            <w:r w:rsidRPr="00BD0032">
              <w:rPr>
                <w:rFonts w:cstheme="minorHAnsi"/>
                <w:b/>
                <w:bCs/>
                <w:sz w:val="24"/>
                <w:szCs w:val="24"/>
              </w:rPr>
              <w:t>sadové a vegetační úpravy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cs-CZ"/>
              </w:rPr>
              <w:t xml:space="preserve"> (váha </w:t>
            </w:r>
            <w:proofErr w:type="gramStart"/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cs-CZ"/>
              </w:rPr>
              <w:t>15%</w:t>
            </w:r>
            <w:proofErr w:type="gramEnd"/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cs-CZ"/>
              </w:rPr>
              <w:t>)</w:t>
            </w:r>
          </w:p>
        </w:tc>
      </w:tr>
      <w:tr w:rsidR="00DF4790" w:rsidRPr="009E030E" w14:paraId="5A33018E" w14:textId="77777777" w:rsidTr="00622B40">
        <w:trPr>
          <w:trHeight w:val="51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E8F49" w14:textId="75639314" w:rsidR="00E03542" w:rsidRDefault="00DF4790" w:rsidP="00E03542">
            <w:pPr>
              <w:spacing w:before="120" w:after="60" w:line="240" w:lineRule="auto"/>
              <w:jc w:val="both"/>
              <w:rPr>
                <w:rFonts w:asciiTheme="majorHAnsi" w:eastAsia="Times New Roman" w:hAnsiTheme="majorHAnsi" w:cstheme="majorHAnsi"/>
                <w:u w:val="single"/>
                <w:lang w:eastAsia="cs-CZ"/>
              </w:rPr>
            </w:pPr>
            <w:r>
              <w:rPr>
                <w:rFonts w:asciiTheme="majorHAnsi" w:eastAsia="Times New Roman" w:hAnsiTheme="majorHAnsi" w:cstheme="majorHAnsi"/>
                <w:u w:val="single"/>
                <w:lang w:eastAsia="cs-CZ"/>
              </w:rPr>
              <w:t>Požadavek:</w:t>
            </w:r>
          </w:p>
          <w:p w14:paraId="507BCD9E" w14:textId="28D1E95C" w:rsidR="00E03542" w:rsidRDefault="00E03542" w:rsidP="00E03542">
            <w:pPr>
              <w:keepNext/>
              <w:keepLines/>
              <w:spacing w:before="120"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Referenční zakázky, </w:t>
            </w:r>
            <w:r w:rsidRPr="000B7A2A">
              <w:rPr>
                <w:rFonts w:cstheme="minorHAnsi"/>
                <w:sz w:val="24"/>
                <w:szCs w:val="24"/>
              </w:rPr>
              <w:t xml:space="preserve">které </w:t>
            </w:r>
            <w:r>
              <w:rPr>
                <w:rFonts w:cstheme="minorHAnsi"/>
                <w:sz w:val="24"/>
                <w:szCs w:val="24"/>
              </w:rPr>
              <w:t>účastník</w:t>
            </w:r>
            <w:r w:rsidRPr="000B7A2A">
              <w:rPr>
                <w:rFonts w:cstheme="minorHAnsi"/>
                <w:sz w:val="24"/>
                <w:szCs w:val="24"/>
              </w:rPr>
              <w:t xml:space="preserve"> prokazatelně realizoval </w:t>
            </w:r>
            <w:r>
              <w:rPr>
                <w:rFonts w:cstheme="minorHAnsi"/>
                <w:sz w:val="24"/>
                <w:szCs w:val="24"/>
              </w:rPr>
              <w:t xml:space="preserve">(řádně dokončil) </w:t>
            </w:r>
            <w:r w:rsidRPr="000B7A2A">
              <w:rPr>
                <w:rFonts w:cstheme="minorHAnsi"/>
                <w:sz w:val="24"/>
                <w:szCs w:val="24"/>
              </w:rPr>
              <w:t>v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0B7A2A">
              <w:rPr>
                <w:rFonts w:cstheme="minorHAnsi"/>
                <w:sz w:val="24"/>
                <w:szCs w:val="24"/>
              </w:rPr>
              <w:t xml:space="preserve">posledních 5 letech, a jejichž předmětem bylo zajištění technického dozoru investora včetně výkonu činnosti koordinátora BOZP na staveništi, a to u stavebních akcí obdobného charakteru </w:t>
            </w:r>
            <w:r w:rsidRPr="00BD0032">
              <w:rPr>
                <w:rFonts w:cstheme="minorHAnsi"/>
                <w:sz w:val="24"/>
                <w:szCs w:val="24"/>
              </w:rPr>
              <w:t>jako je část týkající se sadových a vegetačních úprav této veřejné zakázky</w:t>
            </w:r>
            <w:r w:rsidRPr="000B7A2A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88C0808" w14:textId="13938655" w:rsidR="00E03542" w:rsidRDefault="00E03542" w:rsidP="00E03542">
            <w:pPr>
              <w:keepNext/>
              <w:keepLines/>
              <w:spacing w:before="120"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BD0032">
              <w:rPr>
                <w:rFonts w:cstheme="minorHAnsi"/>
                <w:sz w:val="24"/>
                <w:szCs w:val="24"/>
              </w:rPr>
              <w:t>Za obdobný charakter se považuje zejména realizace úprav veřejných prostranství s důrazem na obnovu nebo realizaci vegetačních prvků, jako jsou výsadby stromů, keřů, trvalkových záhonů, trávníků apod., případně s doplňkovými krajinářskými nebo ekologickými prvky.</w:t>
            </w:r>
          </w:p>
          <w:p w14:paraId="745BECAB" w14:textId="1D9532BD" w:rsidR="00DF4790" w:rsidRDefault="00E03542" w:rsidP="00E03542">
            <w:pPr>
              <w:tabs>
                <w:tab w:val="left" w:pos="3285"/>
              </w:tabs>
              <w:spacing w:before="120" w:after="60" w:line="240" w:lineRule="auto"/>
              <w:jc w:val="both"/>
              <w:rPr>
                <w:rFonts w:asciiTheme="majorHAnsi" w:eastAsia="Times New Roman" w:hAnsiTheme="majorHAnsi" w:cstheme="majorHAnsi"/>
                <w:u w:val="single"/>
                <w:lang w:eastAsia="cs-CZ"/>
              </w:rPr>
            </w:pPr>
            <w:r>
              <w:rPr>
                <w:rFonts w:cstheme="minorHAnsi"/>
                <w:bCs/>
                <w:sz w:val="24"/>
                <w:szCs w:val="24"/>
              </w:rPr>
              <w:t>Jedná se o referenční zakázky</w:t>
            </w:r>
            <w:r w:rsidRPr="00872563">
              <w:rPr>
                <w:rFonts w:cstheme="minorHAnsi"/>
                <w:bCs/>
                <w:sz w:val="24"/>
                <w:szCs w:val="24"/>
              </w:rPr>
              <w:t xml:space="preserve"> nad rámec </w:t>
            </w:r>
            <w:r>
              <w:rPr>
                <w:rFonts w:cstheme="minorHAnsi"/>
                <w:bCs/>
                <w:sz w:val="24"/>
                <w:szCs w:val="24"/>
              </w:rPr>
              <w:t xml:space="preserve">minimálních </w:t>
            </w:r>
            <w:r w:rsidRPr="00872563">
              <w:rPr>
                <w:rFonts w:cstheme="minorHAnsi"/>
                <w:bCs/>
                <w:sz w:val="24"/>
                <w:szCs w:val="24"/>
              </w:rPr>
              <w:t>technických kvalifikačních předpokladů</w:t>
            </w:r>
            <w:r>
              <w:rPr>
                <w:rFonts w:cstheme="minorHAnsi"/>
                <w:bCs/>
                <w:sz w:val="24"/>
                <w:szCs w:val="24"/>
              </w:rPr>
              <w:t>.</w:t>
            </w:r>
          </w:p>
          <w:p w14:paraId="2EE67569" w14:textId="77777777" w:rsidR="00DF4790" w:rsidRPr="009E030E" w:rsidRDefault="00DF4790" w:rsidP="00622B40">
            <w:pPr>
              <w:spacing w:before="120" w:after="60" w:line="240" w:lineRule="auto"/>
              <w:jc w:val="both"/>
              <w:rPr>
                <w:rFonts w:asciiTheme="majorHAnsi" w:eastAsia="Times New Roman" w:hAnsiTheme="majorHAnsi" w:cstheme="majorHAnsi"/>
                <w:u w:val="single"/>
                <w:lang w:eastAsia="cs-CZ"/>
              </w:rPr>
            </w:pPr>
          </w:p>
        </w:tc>
      </w:tr>
      <w:tr w:rsidR="00E03542" w:rsidRPr="009E030E" w14:paraId="79094347" w14:textId="77777777" w:rsidTr="00E03542">
        <w:trPr>
          <w:trHeight w:val="510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29882" w14:textId="77777777" w:rsidR="00E03542" w:rsidRPr="009E030E" w:rsidRDefault="00E03542" w:rsidP="0024360D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Název zakázky_1</w:t>
            </w:r>
            <w:r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06D19A1B" w14:textId="77777777" w:rsidR="00E03542" w:rsidRPr="009E030E" w:rsidRDefault="00E03542" w:rsidP="0024360D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697083129"/>
                <w:placeholder>
                  <w:docPart w:val="DE1EEB4328684F45A9AE19CE4C48BF20"/>
                </w:placeholder>
              </w:sdtPr>
              <w:sdtEndPr>
                <w:rPr>
                  <w:color w:val="auto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1C059" w14:textId="77777777" w:rsidR="00E03542" w:rsidRPr="009E030E" w:rsidRDefault="00E03542" w:rsidP="0024360D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Objednatel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1825620116"/>
                <w:placeholder>
                  <w:docPart w:val="380385E5BF124F4E8C2BF82A241B6B7F"/>
                </w:placeholder>
              </w:sdtPr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6E0CD532" w14:textId="682384E7" w:rsidR="00E03542" w:rsidRPr="009E030E" w:rsidRDefault="00E03542" w:rsidP="0024360D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t xml:space="preserve">Popis </w:t>
            </w:r>
            <w:r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1475334005"/>
                <w:placeholder>
                  <w:docPart w:val="DBFCB32435184A57B39652C179C667FA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poskytnutých služeb (zda byl zajištěn TDI, koordinátor BOZP) a předmět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 stavebních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 prací (z popisu předmětu stavebních prací musí být patrna relevantnost provedených činností obdobného charakteru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 </w:t>
                </w:r>
                <w:r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týkající se sadových a vegetačních úprav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7D5BC836" w14:textId="77777777" w:rsidR="00E03542" w:rsidRPr="009E030E" w:rsidRDefault="00E03542" w:rsidP="0024360D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328488012"/>
                <w:placeholder>
                  <w:docPart w:val="E5A99EB3C8124E4AADFEAE87CD73BAD4"/>
                </w:placeholder>
              </w:sdtPr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451CB2EF" w14:textId="77777777" w:rsidR="00E03542" w:rsidRPr="009E030E" w:rsidRDefault="00E03542" w:rsidP="0024360D">
            <w:pPr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lang w:eastAsia="cs-CZ"/>
              </w:rPr>
            </w:pPr>
            <w:r w:rsidRPr="009E030E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1026296462"/>
                <w:placeholder>
                  <w:docPart w:val="E94EB84E873C488BA27F372A2DE31EF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E03542" w:rsidRPr="009E030E" w14:paraId="490D3C5F" w14:textId="77777777" w:rsidTr="00E03542">
        <w:trPr>
          <w:trHeight w:val="510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66ED6E" w14:textId="77777777" w:rsidR="00E03542" w:rsidRPr="009E030E" w:rsidRDefault="00E03542" w:rsidP="0024360D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Název zakázky_2</w:t>
            </w:r>
            <w:r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4EAF91DE" w14:textId="77777777" w:rsidR="00E03542" w:rsidRPr="009E030E" w:rsidRDefault="00E03542" w:rsidP="0024360D">
            <w:pPr>
              <w:keepNext/>
              <w:keepLines/>
              <w:spacing w:before="60" w:after="60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971554837"/>
                <w:placeholder>
                  <w:docPart w:val="1B2C4E70579141B5B1B5A9BD2F287EB4"/>
                </w:placeholder>
              </w:sdtPr>
              <w:sdtEndPr>
                <w:rPr>
                  <w:color w:val="auto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D5ADEC" w14:textId="77777777" w:rsidR="00E03542" w:rsidRPr="009E030E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Objednatel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313870568"/>
                <w:placeholder>
                  <w:docPart w:val="F823667DAB4A4711B52EE92724009D31"/>
                </w:placeholder>
              </w:sdtPr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1F7DF322" w14:textId="77777777" w:rsidR="00E03542" w:rsidRPr="009E030E" w:rsidRDefault="00E03542" w:rsidP="00E03542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t xml:space="preserve">Popis </w:t>
            </w:r>
            <w:r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723874595"/>
                <w:placeholder>
                  <w:docPart w:val="085DA16115DE47349E217F4D76C65451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poskytnutých služeb (zda byl zajištěn TDI, koordinátor BOZP) a předmět stavebních prací (z popisu předmětu stavebních prací musí být patrna relevantnost provedených činností obdobného charakteru </w:t>
                </w:r>
                <w:r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týkající se sadových a vegetačních úprav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3DE512E5" w14:textId="77777777" w:rsidR="00E03542" w:rsidRPr="009E030E" w:rsidRDefault="00E03542" w:rsidP="00E03542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1718615119"/>
                <w:placeholder>
                  <w:docPart w:val="6882C883BE5A4684ABF3772F6132089D"/>
                </w:placeholder>
              </w:sdtPr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0C9847F5" w14:textId="1812A496" w:rsidR="00E03542" w:rsidRPr="009E030E" w:rsidRDefault="00E03542" w:rsidP="00E03542">
            <w:pPr>
              <w:keepNext/>
              <w:keepLines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lang w:eastAsia="cs-CZ"/>
              </w:rPr>
            </w:pPr>
            <w:r w:rsidRPr="009E030E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520158099"/>
                <w:placeholder>
                  <w:docPart w:val="43B9B593D50644789764A738E5FF036C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E03542" w:rsidRPr="009E030E" w14:paraId="55AE6A29" w14:textId="77777777" w:rsidTr="00E03542">
        <w:trPr>
          <w:trHeight w:val="510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D1F576" w14:textId="77777777" w:rsidR="00E03542" w:rsidRPr="009E030E" w:rsidRDefault="00E03542" w:rsidP="0024360D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Název zakázky_3</w:t>
            </w:r>
            <w:r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60C26763" w14:textId="77777777" w:rsidR="00E03542" w:rsidRPr="009E030E" w:rsidRDefault="00E03542" w:rsidP="0024360D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2035072197"/>
                <w:placeholder>
                  <w:docPart w:val="941D6918D4A8456494F9EE05106C9935"/>
                </w:placeholder>
              </w:sdtPr>
              <w:sdtEndPr>
                <w:rPr>
                  <w:color w:val="auto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652205" w14:textId="77777777" w:rsidR="00E03542" w:rsidRPr="009E030E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Objednatel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927327911"/>
                <w:placeholder>
                  <w:docPart w:val="A5F05C32B2414EC997E54D56864A3F68"/>
                </w:placeholder>
              </w:sdtPr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05D6E247" w14:textId="77777777" w:rsidR="00E03542" w:rsidRPr="009E030E" w:rsidRDefault="00E03542" w:rsidP="00E03542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t xml:space="preserve">Popis </w:t>
            </w:r>
            <w:r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1479420206"/>
                <w:placeholder>
                  <w:docPart w:val="324AC689BBB44282BC120BDCC420D019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poskytnutých služeb (zda byl zajištěn TDI, koordinátor BOZP) a předmět stavebních prací (z popisu předmětu stavebních prací musí být patrna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lastRenderedPageBreak/>
                  <w:t xml:space="preserve">relevantnost provedených činností obdobného charakteru </w:t>
                </w:r>
                <w:r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týkající se sadových a vegetačních úprav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1FB363B6" w14:textId="77777777" w:rsidR="00E03542" w:rsidRPr="009E030E" w:rsidRDefault="00E03542" w:rsidP="00E03542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182942933"/>
                <w:placeholder>
                  <w:docPart w:val="2ED9A331FA4C47B4AFA3559E4F5FE2CC"/>
                </w:placeholder>
              </w:sdtPr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11ED3F9F" w14:textId="4004ED26" w:rsidR="00E03542" w:rsidRPr="009E030E" w:rsidRDefault="00E03542" w:rsidP="00E03542">
            <w:pPr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lang w:eastAsia="cs-CZ"/>
              </w:rPr>
            </w:pPr>
            <w:r w:rsidRPr="009E030E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1128900647"/>
                <w:placeholder>
                  <w:docPart w:val="3252DD105CE949E0AF3238D04F196387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E03542" w:rsidRPr="009E030E" w14:paraId="4C780A7C" w14:textId="77777777" w:rsidTr="00E03542">
        <w:trPr>
          <w:trHeight w:val="510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2B97F7" w14:textId="77777777" w:rsidR="00E03542" w:rsidRPr="009E030E" w:rsidRDefault="00E03542" w:rsidP="0024360D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lastRenderedPageBreak/>
              <w:t>Název zakázky_4</w:t>
            </w:r>
            <w:r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667195E0" w14:textId="77777777" w:rsidR="00E03542" w:rsidRPr="009E030E" w:rsidRDefault="00E03542" w:rsidP="0024360D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90951338"/>
                <w:placeholder>
                  <w:docPart w:val="F267E4803DC645E8BCBA72867AEAA2F4"/>
                </w:placeholder>
              </w:sdtPr>
              <w:sdtEndPr>
                <w:rPr>
                  <w:color w:val="auto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3BA9F4" w14:textId="77777777" w:rsidR="00E03542" w:rsidRPr="009E030E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Objednatel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48911477"/>
                <w:placeholder>
                  <w:docPart w:val="908579A4DEBB413582CC22E627EB617E"/>
                </w:placeholder>
              </w:sdtPr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08F3B08A" w14:textId="77777777" w:rsidR="00E03542" w:rsidRPr="009E030E" w:rsidRDefault="00E03542" w:rsidP="00E03542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t xml:space="preserve">Popis </w:t>
            </w:r>
            <w:r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860107123"/>
                <w:placeholder>
                  <w:docPart w:val="32A1CFF8EEE142A6B96F4F60161372EB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poskytnutých služeb (zda byl zajištěn TDI, koordinátor BOZP) a předmět stavebních prací (z popisu předmětu stavebních prací musí být patrna relevantnost provedených činností obdobného charakteru </w:t>
                </w:r>
                <w:r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týkající se sadových a vegetačních úprav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07C848C5" w14:textId="77777777" w:rsidR="00E03542" w:rsidRPr="009E030E" w:rsidRDefault="00E03542" w:rsidP="00E03542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830834067"/>
                <w:placeholder>
                  <w:docPart w:val="63EDC2B18244401BAF82A203DDA7DFB5"/>
                </w:placeholder>
              </w:sdtPr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12C9380D" w14:textId="299C6E9B" w:rsidR="00E03542" w:rsidRPr="009E030E" w:rsidRDefault="00E03542" w:rsidP="00E03542">
            <w:pPr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lang w:eastAsia="cs-CZ"/>
              </w:rPr>
            </w:pPr>
            <w:r w:rsidRPr="009E030E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65099959"/>
                <w:placeholder>
                  <w:docPart w:val="5BFA0326E5464F2F8B0A103C4EAF36F7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E03542" w:rsidRPr="009E030E" w14:paraId="01C48BFC" w14:textId="77777777" w:rsidTr="00E03542">
        <w:trPr>
          <w:trHeight w:val="510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726FE" w14:textId="77777777" w:rsidR="00E03542" w:rsidRPr="009E030E" w:rsidRDefault="00E03542" w:rsidP="0024360D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Název zakázky_5</w:t>
            </w:r>
            <w:r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42DF9FFC" w14:textId="77777777" w:rsidR="00E03542" w:rsidRPr="009E030E" w:rsidRDefault="00E03542" w:rsidP="0024360D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22281860"/>
                <w:placeholder>
                  <w:docPart w:val="5638E35FC0EC4942BDD68A0AEBFBD817"/>
                </w:placeholder>
              </w:sdtPr>
              <w:sdtEndPr>
                <w:rPr>
                  <w:color w:val="auto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FF1A39" w14:textId="77777777" w:rsidR="00E03542" w:rsidRPr="009E030E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Objednatel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255506105"/>
                <w:placeholder>
                  <w:docPart w:val="AD8657912187462BAB4CFB32FC2E1F5C"/>
                </w:placeholder>
              </w:sdtPr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649DE60E" w14:textId="77777777" w:rsidR="00E03542" w:rsidRPr="009E030E" w:rsidRDefault="00E03542" w:rsidP="00E03542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t xml:space="preserve">Popis </w:t>
            </w:r>
            <w:r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766423305"/>
                <w:placeholder>
                  <w:docPart w:val="4414A3F15D74435EBC600B03311519D5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poskytnutých služeb (zda byl zajištěn TDI, koordinátor BOZP) a předmět stavebních prací (z popisu předmětu stavebních prací musí být patrna relevantnost provedených činností obdobného charakteru </w:t>
                </w:r>
                <w:r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týkající se sadových a vegetačních úprav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188F8FC3" w14:textId="77777777" w:rsidR="00E03542" w:rsidRPr="009E030E" w:rsidRDefault="00E03542" w:rsidP="00E03542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115187864"/>
                <w:placeholder>
                  <w:docPart w:val="2710DA55AD0744C1A1D27CFA8C932736"/>
                </w:placeholder>
              </w:sdtPr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2FDE648F" w14:textId="568AFC29" w:rsidR="00E03542" w:rsidRPr="009E030E" w:rsidRDefault="00E03542" w:rsidP="00E03542">
            <w:pPr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lang w:eastAsia="cs-CZ"/>
              </w:rPr>
            </w:pPr>
            <w:r w:rsidRPr="009E030E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1450515111"/>
                <w:placeholder>
                  <w:docPart w:val="B7AAC38474674E37897A47386FE3D5E2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E03542" w:rsidRPr="009E030E" w14:paraId="05BBE1DB" w14:textId="77777777" w:rsidTr="00E03542">
        <w:trPr>
          <w:trHeight w:val="510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AE157" w14:textId="77777777" w:rsidR="00E03542" w:rsidRPr="009E030E" w:rsidRDefault="00E03542" w:rsidP="0024360D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Název zakázky_6</w:t>
            </w:r>
            <w:r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29E3B98D" w14:textId="77777777" w:rsidR="00E03542" w:rsidRDefault="00E03542" w:rsidP="0024360D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780260330"/>
                <w:placeholder>
                  <w:docPart w:val="A3EF3346E265445291F54AE825C7F338"/>
                </w:placeholder>
              </w:sdtPr>
              <w:sdtEndPr>
                <w:rPr>
                  <w:color w:val="auto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043D1" w14:textId="77777777" w:rsidR="00E03542" w:rsidRPr="009E030E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Objednatel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940220400"/>
                <w:placeholder>
                  <w:docPart w:val="78B544780F034D048092C5C04D9A8B8B"/>
                </w:placeholder>
              </w:sdtPr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7BD65DE6" w14:textId="77777777" w:rsidR="00E03542" w:rsidRPr="009E030E" w:rsidRDefault="00E03542" w:rsidP="00E03542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t xml:space="preserve">Popis </w:t>
            </w:r>
            <w:r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617742134"/>
                <w:placeholder>
                  <w:docPart w:val="11838A36CB2346F6AAD679841ED418E3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poskytnutých služeb (zda byl zajištěn TDI, koordinátor BOZP) a předmět stavebních prací (z popisu předmětu stavebních prací musí být patrna relevantnost provedených činností obdobného charakteru </w:t>
                </w:r>
                <w:r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týkající se sadových a vegetačních úprav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69DD2A80" w14:textId="77777777" w:rsidR="00E03542" w:rsidRPr="009E030E" w:rsidRDefault="00E03542" w:rsidP="00E03542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699213871"/>
                <w:placeholder>
                  <w:docPart w:val="28478CA8143040648DC9AC89D2BA9050"/>
                </w:placeholder>
              </w:sdtPr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04427CD6" w14:textId="64B46AB5" w:rsidR="00E03542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742879209"/>
                <w:placeholder>
                  <w:docPart w:val="D573C68E9ADE462581C8BC097834F1C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E03542" w:rsidRPr="009E030E" w14:paraId="738093ED" w14:textId="77777777" w:rsidTr="00E03542">
        <w:trPr>
          <w:trHeight w:val="510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4464F" w14:textId="77777777" w:rsidR="00E03542" w:rsidRPr="009E030E" w:rsidRDefault="00E03542" w:rsidP="0024360D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Název zakázky_7</w:t>
            </w:r>
            <w:r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5199FD92" w14:textId="77777777" w:rsidR="00E03542" w:rsidRDefault="00E03542" w:rsidP="0024360D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360251643"/>
                <w:placeholder>
                  <w:docPart w:val="8294B3324E1D4776AA99FA3E281D0F6B"/>
                </w:placeholder>
              </w:sdtPr>
              <w:sdtEndPr>
                <w:rPr>
                  <w:color w:val="auto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33DAE" w14:textId="77777777" w:rsidR="00E03542" w:rsidRPr="009E030E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Objednatel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1237433967"/>
                <w:placeholder>
                  <w:docPart w:val="EB04D0A77645490EB7B3D78D0E5E5FBF"/>
                </w:placeholder>
              </w:sdtPr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3FE207BD" w14:textId="77777777" w:rsidR="00E03542" w:rsidRPr="009E030E" w:rsidRDefault="00E03542" w:rsidP="00E03542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lastRenderedPageBreak/>
              <w:t xml:space="preserve">Popis </w:t>
            </w:r>
            <w:r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500090501"/>
                <w:placeholder>
                  <w:docPart w:val="D85A9CBC4F2044ADA5BED1CFCA07C0C8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poskytnutých služeb (zda byl zajištěn TDI, koordinátor BOZP) a předmět stavebních prací (z popisu předmětu stavebních prací musí být patrna relevantnost provedených činností obdobného charakteru </w:t>
                </w:r>
                <w:r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týkající se sadových a vegetačních úprav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5D4FBB18" w14:textId="77777777" w:rsidR="00E03542" w:rsidRPr="009E030E" w:rsidRDefault="00E03542" w:rsidP="00E03542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1194426041"/>
                <w:placeholder>
                  <w:docPart w:val="434786AE3F714825B3AD6B8A59720F3F"/>
                </w:placeholder>
              </w:sdtPr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633E9901" w14:textId="56C974F7" w:rsidR="00E03542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559786997"/>
                <w:placeholder>
                  <w:docPart w:val="BE22518B6BAB47229957037D88A02E9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E03542" w:rsidRPr="009E030E" w14:paraId="3BE33DE3" w14:textId="77777777" w:rsidTr="00E03542">
        <w:trPr>
          <w:trHeight w:val="510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7DFC3" w14:textId="77777777" w:rsidR="00E03542" w:rsidRPr="009E030E" w:rsidRDefault="00E03542" w:rsidP="0024360D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lastRenderedPageBreak/>
              <w:t>Název zakázky_8</w:t>
            </w:r>
            <w:r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77100EA2" w14:textId="77777777" w:rsidR="00E03542" w:rsidRDefault="00E03542" w:rsidP="0024360D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359194613"/>
                <w:placeholder>
                  <w:docPart w:val="C09FB8D8516B41B9A1991E1A42FF97F8"/>
                </w:placeholder>
              </w:sdtPr>
              <w:sdtEndPr>
                <w:rPr>
                  <w:color w:val="auto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ABEE7" w14:textId="77777777" w:rsidR="00E03542" w:rsidRPr="009E030E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Objednatel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958072227"/>
                <w:placeholder>
                  <w:docPart w:val="4CA5D2D83E1849F5936705C209537AAC"/>
                </w:placeholder>
              </w:sdtPr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196A4E7B" w14:textId="77777777" w:rsidR="00E03542" w:rsidRPr="009E030E" w:rsidRDefault="00E03542" w:rsidP="00E03542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t xml:space="preserve">Popis </w:t>
            </w:r>
            <w:r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2068989988"/>
                <w:placeholder>
                  <w:docPart w:val="662D84DC2770465B8965BFF2DC9A0E72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poskytnutých služeb (zda byl zajištěn TDI, koordinátor BOZP) a předmět stavebních prací (z popisu předmětu stavebních prací musí být patrna relevantnost provedených činností obdobného charakteru </w:t>
                </w:r>
                <w:r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týkající se sadových a vegetačních úprav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1E517EC1" w14:textId="77777777" w:rsidR="00E03542" w:rsidRPr="009E030E" w:rsidRDefault="00E03542" w:rsidP="00E03542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775790004"/>
                <w:placeholder>
                  <w:docPart w:val="3069095A983148318F31BFA05B4DD7E6"/>
                </w:placeholder>
              </w:sdtPr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3ADFEF11" w14:textId="37788330" w:rsidR="00E03542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1408044235"/>
                <w:placeholder>
                  <w:docPart w:val="136777595C8D43C695F228B423496EF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E03542" w:rsidRPr="009E030E" w14:paraId="1726FEBD" w14:textId="77777777" w:rsidTr="00E03542">
        <w:trPr>
          <w:trHeight w:val="510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9F7B9" w14:textId="77777777" w:rsidR="00E03542" w:rsidRPr="009E030E" w:rsidRDefault="00E03542" w:rsidP="0024360D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Název zakázky_9</w:t>
            </w:r>
            <w:r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3A3127E9" w14:textId="77777777" w:rsidR="00E03542" w:rsidRDefault="00E03542" w:rsidP="0024360D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948471652"/>
                <w:placeholder>
                  <w:docPart w:val="05744E955A324844B51B1C3AE3F61DB1"/>
                </w:placeholder>
              </w:sdtPr>
              <w:sdtEndPr>
                <w:rPr>
                  <w:color w:val="auto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C538F" w14:textId="77777777" w:rsidR="00E03542" w:rsidRPr="009E030E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Objednatel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819857648"/>
                <w:placeholder>
                  <w:docPart w:val="4DA85D24106F42A98DEA71794E78E0BA"/>
                </w:placeholder>
              </w:sdtPr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176E8B6A" w14:textId="77777777" w:rsidR="00E03542" w:rsidRPr="009E030E" w:rsidRDefault="00E03542" w:rsidP="00E03542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t xml:space="preserve">Popis </w:t>
            </w:r>
            <w:r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80734880"/>
                <w:placeholder>
                  <w:docPart w:val="E16174ABF3874C73BDAB58A80FD4B525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poskytnutých služeb (zda byl zajištěn TDI, koordinátor BOZP) a předmět stavebních prací (z popisu předmětu stavebních prací musí být patrna relevantnost provedených činností obdobného charakteru </w:t>
                </w:r>
                <w:r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týkající se sadových a vegetačních úprav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06E71BBB" w14:textId="77777777" w:rsidR="00E03542" w:rsidRPr="009E030E" w:rsidRDefault="00E03542" w:rsidP="00E03542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938103283"/>
                <w:placeholder>
                  <w:docPart w:val="8E65F339BECD42DEBE5A001527C8B321"/>
                </w:placeholder>
              </w:sdtPr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32AFA3AD" w14:textId="6B1F8D94" w:rsidR="00E03542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679008804"/>
                <w:placeholder>
                  <w:docPart w:val="974263CD9CEC43439F0C715FAA88BCDA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E03542" w:rsidRPr="009E030E" w14:paraId="6B47C1C4" w14:textId="77777777" w:rsidTr="00E03542">
        <w:trPr>
          <w:trHeight w:val="510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758CC" w14:textId="77777777" w:rsidR="00E03542" w:rsidRPr="009E030E" w:rsidRDefault="00E03542" w:rsidP="0024360D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Název zakázky_10</w:t>
            </w:r>
            <w:r w:rsidRPr="009E030E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0AE67689" w14:textId="77777777" w:rsidR="00E03542" w:rsidRDefault="00E03542" w:rsidP="0024360D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2078890221"/>
                <w:placeholder>
                  <w:docPart w:val="19FE4D0EAB4147D18F934A03FDF4CCF2"/>
                </w:placeholder>
              </w:sdtPr>
              <w:sdtEndPr>
                <w:rPr>
                  <w:color w:val="auto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zakázky</w:t>
                </w:r>
              </w:sdtContent>
            </w:sdt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9C6AE" w14:textId="77777777" w:rsidR="00E03542" w:rsidRPr="009E030E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Objednatel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15102025"/>
                <w:placeholder>
                  <w:docPart w:val="419A79EE3E8342D68A4814518BF74F23"/>
                </w:placeholder>
              </w:sdtPr>
              <w:sdtContent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objedn</w:t>
                </w:r>
                <w:r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a</w:t>
                </w:r>
                <w:r w:rsidRPr="001C4F88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tele</w:t>
                </w:r>
              </w:sdtContent>
            </w:sdt>
          </w:p>
          <w:p w14:paraId="3327EF35" w14:textId="77777777" w:rsidR="00E03542" w:rsidRPr="009E030E" w:rsidRDefault="00E03542" w:rsidP="00E03542">
            <w:pPr>
              <w:spacing w:after="60" w:line="276" w:lineRule="auto"/>
              <w:jc w:val="both"/>
              <w:rPr>
                <w:rStyle w:val="Zstupntext"/>
                <w:rFonts w:asciiTheme="majorHAnsi" w:hAnsiTheme="majorHAnsi" w:cstheme="majorHAnsi"/>
                <w:shd w:val="clear" w:color="auto" w:fill="FFFF00"/>
              </w:rPr>
            </w:pPr>
            <w:r w:rsidRPr="009E030E">
              <w:rPr>
                <w:rFonts w:asciiTheme="majorHAnsi" w:hAnsiTheme="majorHAnsi" w:cstheme="majorHAnsi"/>
              </w:rPr>
              <w:t xml:space="preserve">Popis </w:t>
            </w:r>
            <w:r>
              <w:rPr>
                <w:rFonts w:asciiTheme="majorHAnsi" w:hAnsiTheme="majorHAnsi" w:cstheme="majorHAnsi"/>
              </w:rPr>
              <w:t>předmětu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1828700953"/>
                <w:placeholder>
                  <w:docPart w:val="9ED2B07BAC2446269B9CB55F026DF832"/>
                </w:placeholder>
              </w:sdtPr>
              <w:sdtEndPr>
                <w:rPr>
                  <w:rStyle w:val="Zstupntext"/>
                  <w:color w:val="808080"/>
                  <w:shd w:val="clear" w:color="auto" w:fill="FFFF00"/>
                </w:rPr>
              </w:sdtEndPr>
              <w:sdtContent>
                <w:r w:rsidRPr="009E030E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doplňte </w:t>
                </w:r>
                <w:r w:rsidRPr="002B5925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2D5F88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opis 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 xml:space="preserve">poskytnutých služeb (zda byl zajištěn TDI, koordinátor BOZP) a předmět stavebních prací (z popisu předmětu stavebních prací musí být patrna relevantnost provedených činností obdobného charakteru </w:t>
                </w:r>
                <w:r w:rsidRPr="00E03542"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týkající se sadových a vegetačních úprav</w:t>
                </w:r>
                <w:r>
                  <w:rPr>
                    <w:rFonts w:asciiTheme="majorHAnsi" w:hAnsiTheme="majorHAnsi" w:cstheme="majorHAnsi"/>
                    <w:color w:val="808080"/>
                    <w:shd w:val="clear" w:color="auto" w:fill="FFFF00"/>
                  </w:rPr>
                  <w:t>)</w:t>
                </w:r>
              </w:sdtContent>
            </w:sdt>
          </w:p>
          <w:p w14:paraId="1E10909C" w14:textId="77777777" w:rsidR="00E03542" w:rsidRPr="009E030E" w:rsidRDefault="00E03542" w:rsidP="00E03542">
            <w:pPr>
              <w:spacing w:after="60" w:line="276" w:lineRule="auto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eastAsia="Times New Roman" w:hAnsiTheme="majorHAnsi" w:cstheme="majorHAnsi"/>
              </w:rPr>
              <w:t>Termín řádného ukončení plnění</w:t>
            </w:r>
            <w:r w:rsidRPr="009E030E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44890714"/>
                <w:placeholder>
                  <w:docPart w:val="F03AB70FE43D41CBBCC30CE7A4F57524"/>
                </w:placeholder>
              </w:sdtPr>
              <w:sdtContent>
                <w:r w:rsidRPr="009E030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MM/RR </w:t>
                </w:r>
              </w:sdtContent>
            </w:sdt>
          </w:p>
          <w:p w14:paraId="64535098" w14:textId="7C8867AA" w:rsidR="00E03542" w:rsidRDefault="00E03542" w:rsidP="00E03542">
            <w:pPr>
              <w:spacing w:after="60" w:line="276" w:lineRule="auto"/>
              <w:ind w:left="29" w:hanging="29"/>
              <w:jc w:val="both"/>
              <w:rPr>
                <w:rFonts w:asciiTheme="majorHAnsi" w:hAnsiTheme="majorHAnsi" w:cstheme="majorHAnsi"/>
              </w:rPr>
            </w:pPr>
            <w:r w:rsidRPr="009E030E">
              <w:rPr>
                <w:rFonts w:asciiTheme="majorHAnsi" w:hAnsiTheme="majorHAnsi" w:cstheme="majorHAnsi"/>
              </w:rPr>
              <w:lastRenderedPageBreak/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1210077681"/>
                <w:placeholder>
                  <w:docPart w:val="2BB051B0E3BE4F5C9063E39A5C0A335F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E030E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</w:tbl>
    <w:p w14:paraId="3AE17849" w14:textId="77777777" w:rsidR="00E03542" w:rsidRDefault="00E03542" w:rsidP="00E03542">
      <w:pPr>
        <w:spacing w:before="120" w:after="120" w:line="276" w:lineRule="auto"/>
        <w:jc w:val="both"/>
        <w:rPr>
          <w:rFonts w:asciiTheme="majorHAnsi" w:hAnsiTheme="majorHAnsi" w:cstheme="majorHAnsi"/>
          <w:bCs/>
        </w:rPr>
      </w:pPr>
    </w:p>
    <w:p w14:paraId="339F8436" w14:textId="77777777" w:rsidR="00DF4790" w:rsidRPr="009E030E" w:rsidRDefault="00DF4790" w:rsidP="005C0B87">
      <w:pPr>
        <w:spacing w:before="120" w:after="120" w:line="276" w:lineRule="auto"/>
        <w:jc w:val="both"/>
        <w:rPr>
          <w:rFonts w:asciiTheme="majorHAnsi" w:hAnsiTheme="majorHAnsi" w:cstheme="majorHAnsi"/>
          <w:bCs/>
        </w:rPr>
      </w:pPr>
    </w:p>
    <w:p w14:paraId="7AF8F34B" w14:textId="62C31910" w:rsidR="00C438D2" w:rsidRPr="009E030E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9E030E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9E030E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9E030E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9E030E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9E030E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9E030E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9E030E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9E030E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9E030E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9E030E" w:rsidSect="0063148C">
      <w:footerReference w:type="default" r:id="rId11"/>
      <w:head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6C515" w14:textId="77777777" w:rsidR="00164633" w:rsidRDefault="00164633" w:rsidP="002C4725">
      <w:pPr>
        <w:spacing w:after="0" w:line="240" w:lineRule="auto"/>
      </w:pPr>
      <w:r>
        <w:separator/>
      </w:r>
    </w:p>
  </w:endnote>
  <w:endnote w:type="continuationSeparator" w:id="0">
    <w:p w14:paraId="0EAEF90F" w14:textId="77777777" w:rsidR="00164633" w:rsidRDefault="00164633" w:rsidP="002C4725">
      <w:pPr>
        <w:spacing w:after="0" w:line="240" w:lineRule="auto"/>
      </w:pPr>
      <w:r>
        <w:continuationSeparator/>
      </w:r>
    </w:p>
  </w:endnote>
  <w:endnote w:type="continuationNotice" w:id="1">
    <w:p w14:paraId="233C86B8" w14:textId="77777777" w:rsidR="00164633" w:rsidRDefault="001646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7BCB8F8A" w:rsidR="003D2088" w:rsidRPr="004B6AE8" w:rsidRDefault="009426C7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Odborná úroveň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353830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BB45C" w14:textId="77777777" w:rsidR="00164633" w:rsidRDefault="00164633" w:rsidP="002C4725">
      <w:pPr>
        <w:spacing w:after="0" w:line="240" w:lineRule="auto"/>
      </w:pPr>
      <w:r>
        <w:separator/>
      </w:r>
    </w:p>
  </w:footnote>
  <w:footnote w:type="continuationSeparator" w:id="0">
    <w:p w14:paraId="3F2F2DFF" w14:textId="77777777" w:rsidR="00164633" w:rsidRDefault="00164633" w:rsidP="002C4725">
      <w:pPr>
        <w:spacing w:after="0" w:line="240" w:lineRule="auto"/>
      </w:pPr>
      <w:r>
        <w:continuationSeparator/>
      </w:r>
    </w:p>
  </w:footnote>
  <w:footnote w:type="continuationNotice" w:id="1">
    <w:p w14:paraId="1318CCF6" w14:textId="77777777" w:rsidR="00164633" w:rsidRDefault="001646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26B4F" w14:textId="77777777" w:rsidR="00DF4790" w:rsidRPr="00DF4790" w:rsidRDefault="00DF4790" w:rsidP="00DF4790">
    <w:pPr>
      <w:pStyle w:val="Zhlav"/>
      <w:rPr>
        <w:rFonts w:cstheme="minorHAnsi"/>
        <w:sz w:val="24"/>
        <w:szCs w:val="24"/>
      </w:rPr>
    </w:pPr>
    <w:r w:rsidRPr="00DF4790">
      <w:rPr>
        <w:rFonts w:cstheme="minorHAnsi"/>
        <w:sz w:val="24"/>
        <w:szCs w:val="24"/>
      </w:rPr>
      <w:t>„Komplexní obnova parku u zámeckého skleníku – TDI a koordinátor BOZP“</w:t>
    </w:r>
  </w:p>
  <w:p w14:paraId="199B7039" w14:textId="77777777" w:rsidR="00DF4790" w:rsidRPr="00DF4790" w:rsidRDefault="00DF4790" w:rsidP="00DF4790">
    <w:pPr>
      <w:pStyle w:val="Zhlav"/>
      <w:jc w:val="right"/>
      <w:rPr>
        <w:rFonts w:cstheme="minorHAnsi"/>
      </w:rPr>
    </w:pPr>
    <w:r w:rsidRPr="00DF4790">
      <w:rPr>
        <w:rFonts w:cstheme="minorHAnsi"/>
        <w:sz w:val="24"/>
        <w:szCs w:val="24"/>
      </w:rPr>
      <w:t>Příloha č. 4</w:t>
    </w:r>
  </w:p>
  <w:p w14:paraId="4DA76B6F" w14:textId="659B733F" w:rsidR="00BB4BB2" w:rsidRPr="007C5495" w:rsidRDefault="00BB4BB2" w:rsidP="00BB4BB2">
    <w:pPr>
      <w:pStyle w:val="Zhlav"/>
      <w:jc w:val="center"/>
      <w:rPr>
        <w:rFonts w:asciiTheme="majorHAnsi" w:hAnsiTheme="majorHAnsi" w:cstheme="majorHAnsi"/>
      </w:rPr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B9F0A41"/>
    <w:multiLevelType w:val="multilevel"/>
    <w:tmpl w:val="F606E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2B6419"/>
    <w:multiLevelType w:val="multilevel"/>
    <w:tmpl w:val="B5BEE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2956EAD"/>
    <w:multiLevelType w:val="multilevel"/>
    <w:tmpl w:val="F606E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539087">
    <w:abstractNumId w:val="6"/>
  </w:num>
  <w:num w:numId="2" w16cid:durableId="1053045880">
    <w:abstractNumId w:val="3"/>
  </w:num>
  <w:num w:numId="3" w16cid:durableId="1211920651">
    <w:abstractNumId w:val="0"/>
  </w:num>
  <w:num w:numId="4" w16cid:durableId="2060586130">
    <w:abstractNumId w:val="4"/>
  </w:num>
  <w:num w:numId="5" w16cid:durableId="870457683">
    <w:abstractNumId w:val="5"/>
  </w:num>
  <w:num w:numId="6" w16cid:durableId="352458631">
    <w:abstractNumId w:val="2"/>
  </w:num>
  <w:num w:numId="7" w16cid:durableId="46381639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1F7"/>
    <w:rsid w:val="00003734"/>
    <w:rsid w:val="00014CC7"/>
    <w:rsid w:val="00017464"/>
    <w:rsid w:val="00020448"/>
    <w:rsid w:val="00021D46"/>
    <w:rsid w:val="000362E8"/>
    <w:rsid w:val="00037BE2"/>
    <w:rsid w:val="00050298"/>
    <w:rsid w:val="00051FBC"/>
    <w:rsid w:val="00055C72"/>
    <w:rsid w:val="000578A6"/>
    <w:rsid w:val="000660BE"/>
    <w:rsid w:val="00072135"/>
    <w:rsid w:val="0007484A"/>
    <w:rsid w:val="0007775F"/>
    <w:rsid w:val="00082C5A"/>
    <w:rsid w:val="00090D54"/>
    <w:rsid w:val="00090F58"/>
    <w:rsid w:val="00092792"/>
    <w:rsid w:val="000A1626"/>
    <w:rsid w:val="000A3A57"/>
    <w:rsid w:val="000A50BD"/>
    <w:rsid w:val="000B1BE4"/>
    <w:rsid w:val="000B42C0"/>
    <w:rsid w:val="000C204A"/>
    <w:rsid w:val="000D0111"/>
    <w:rsid w:val="000D388A"/>
    <w:rsid w:val="000D3E20"/>
    <w:rsid w:val="000E148E"/>
    <w:rsid w:val="000E1B57"/>
    <w:rsid w:val="000E5B74"/>
    <w:rsid w:val="000F0789"/>
    <w:rsid w:val="000F571A"/>
    <w:rsid w:val="000F7909"/>
    <w:rsid w:val="0010488D"/>
    <w:rsid w:val="00110E48"/>
    <w:rsid w:val="00112C47"/>
    <w:rsid w:val="00113F40"/>
    <w:rsid w:val="00121449"/>
    <w:rsid w:val="001219A2"/>
    <w:rsid w:val="0012350C"/>
    <w:rsid w:val="00130843"/>
    <w:rsid w:val="00147A7E"/>
    <w:rsid w:val="00150DC5"/>
    <w:rsid w:val="00164633"/>
    <w:rsid w:val="00165F72"/>
    <w:rsid w:val="001822AF"/>
    <w:rsid w:val="0018712C"/>
    <w:rsid w:val="0019243D"/>
    <w:rsid w:val="0019339D"/>
    <w:rsid w:val="00195D10"/>
    <w:rsid w:val="001A3941"/>
    <w:rsid w:val="001B2652"/>
    <w:rsid w:val="001B32DF"/>
    <w:rsid w:val="001B3A4A"/>
    <w:rsid w:val="001B6D7F"/>
    <w:rsid w:val="001C4F88"/>
    <w:rsid w:val="001D2608"/>
    <w:rsid w:val="001D4142"/>
    <w:rsid w:val="001D487B"/>
    <w:rsid w:val="001D6A55"/>
    <w:rsid w:val="001E5F7E"/>
    <w:rsid w:val="001E7001"/>
    <w:rsid w:val="001F09A0"/>
    <w:rsid w:val="001F169E"/>
    <w:rsid w:val="001F601D"/>
    <w:rsid w:val="002063E8"/>
    <w:rsid w:val="002111D4"/>
    <w:rsid w:val="00211244"/>
    <w:rsid w:val="002164CC"/>
    <w:rsid w:val="0022112A"/>
    <w:rsid w:val="0022176A"/>
    <w:rsid w:val="00223969"/>
    <w:rsid w:val="00225307"/>
    <w:rsid w:val="00227F0A"/>
    <w:rsid w:val="00230D4A"/>
    <w:rsid w:val="0023440C"/>
    <w:rsid w:val="002364D0"/>
    <w:rsid w:val="0024124A"/>
    <w:rsid w:val="0024709A"/>
    <w:rsid w:val="002534C6"/>
    <w:rsid w:val="00254286"/>
    <w:rsid w:val="00265047"/>
    <w:rsid w:val="00266900"/>
    <w:rsid w:val="00267824"/>
    <w:rsid w:val="00272809"/>
    <w:rsid w:val="00273A37"/>
    <w:rsid w:val="00273B04"/>
    <w:rsid w:val="002772E1"/>
    <w:rsid w:val="002A6042"/>
    <w:rsid w:val="002B5925"/>
    <w:rsid w:val="002C2D6B"/>
    <w:rsid w:val="002C4725"/>
    <w:rsid w:val="002D1769"/>
    <w:rsid w:val="002D3AA5"/>
    <w:rsid w:val="002D5F88"/>
    <w:rsid w:val="002D619A"/>
    <w:rsid w:val="002D727F"/>
    <w:rsid w:val="002D7808"/>
    <w:rsid w:val="002D790E"/>
    <w:rsid w:val="002E0EC1"/>
    <w:rsid w:val="002E10C5"/>
    <w:rsid w:val="002E65EA"/>
    <w:rsid w:val="002F739C"/>
    <w:rsid w:val="003006F3"/>
    <w:rsid w:val="00301569"/>
    <w:rsid w:val="00306366"/>
    <w:rsid w:val="00316023"/>
    <w:rsid w:val="003174F8"/>
    <w:rsid w:val="00324349"/>
    <w:rsid w:val="0033203B"/>
    <w:rsid w:val="00332DFA"/>
    <w:rsid w:val="003339F7"/>
    <w:rsid w:val="00334736"/>
    <w:rsid w:val="00344EB3"/>
    <w:rsid w:val="0035086C"/>
    <w:rsid w:val="00351A75"/>
    <w:rsid w:val="00352481"/>
    <w:rsid w:val="00353830"/>
    <w:rsid w:val="00353DD8"/>
    <w:rsid w:val="00356449"/>
    <w:rsid w:val="00360120"/>
    <w:rsid w:val="00366512"/>
    <w:rsid w:val="003666C6"/>
    <w:rsid w:val="003823F4"/>
    <w:rsid w:val="00386EC2"/>
    <w:rsid w:val="00392A3F"/>
    <w:rsid w:val="00393720"/>
    <w:rsid w:val="003B7063"/>
    <w:rsid w:val="003C2C32"/>
    <w:rsid w:val="003D0B67"/>
    <w:rsid w:val="003D2088"/>
    <w:rsid w:val="003D5DA1"/>
    <w:rsid w:val="003E1DDC"/>
    <w:rsid w:val="003E24C3"/>
    <w:rsid w:val="003F0F2F"/>
    <w:rsid w:val="003F121F"/>
    <w:rsid w:val="003F5CF6"/>
    <w:rsid w:val="003F660A"/>
    <w:rsid w:val="00402441"/>
    <w:rsid w:val="004029CB"/>
    <w:rsid w:val="00417439"/>
    <w:rsid w:val="00425FFA"/>
    <w:rsid w:val="00427539"/>
    <w:rsid w:val="004331E5"/>
    <w:rsid w:val="004456B3"/>
    <w:rsid w:val="004477CC"/>
    <w:rsid w:val="00451449"/>
    <w:rsid w:val="004524C6"/>
    <w:rsid w:val="00454DC2"/>
    <w:rsid w:val="004604EF"/>
    <w:rsid w:val="00467D0C"/>
    <w:rsid w:val="00474F9E"/>
    <w:rsid w:val="00476C99"/>
    <w:rsid w:val="004818C9"/>
    <w:rsid w:val="00490B2C"/>
    <w:rsid w:val="00492A9F"/>
    <w:rsid w:val="00495ECE"/>
    <w:rsid w:val="004A574B"/>
    <w:rsid w:val="004A77D4"/>
    <w:rsid w:val="004B0B9F"/>
    <w:rsid w:val="004B3047"/>
    <w:rsid w:val="004B35AD"/>
    <w:rsid w:val="004B6AE8"/>
    <w:rsid w:val="004B7CBD"/>
    <w:rsid w:val="004C07D9"/>
    <w:rsid w:val="004C1BF9"/>
    <w:rsid w:val="004C213C"/>
    <w:rsid w:val="004D7950"/>
    <w:rsid w:val="004E01C2"/>
    <w:rsid w:val="004F684B"/>
    <w:rsid w:val="004F7A88"/>
    <w:rsid w:val="005064B8"/>
    <w:rsid w:val="005077AE"/>
    <w:rsid w:val="00517A19"/>
    <w:rsid w:val="00522090"/>
    <w:rsid w:val="005311AE"/>
    <w:rsid w:val="00536567"/>
    <w:rsid w:val="00540AA1"/>
    <w:rsid w:val="00540CE3"/>
    <w:rsid w:val="0055358D"/>
    <w:rsid w:val="005577C7"/>
    <w:rsid w:val="00564716"/>
    <w:rsid w:val="0057040C"/>
    <w:rsid w:val="005731A7"/>
    <w:rsid w:val="00577810"/>
    <w:rsid w:val="00583EA5"/>
    <w:rsid w:val="0058412E"/>
    <w:rsid w:val="00595BC5"/>
    <w:rsid w:val="0059607E"/>
    <w:rsid w:val="00596F2F"/>
    <w:rsid w:val="005A02FA"/>
    <w:rsid w:val="005A524C"/>
    <w:rsid w:val="005B375B"/>
    <w:rsid w:val="005B5EE6"/>
    <w:rsid w:val="005C0B87"/>
    <w:rsid w:val="005D46CA"/>
    <w:rsid w:val="005D53C2"/>
    <w:rsid w:val="005E0BF7"/>
    <w:rsid w:val="005E7E1D"/>
    <w:rsid w:val="005F3DC9"/>
    <w:rsid w:val="006116DC"/>
    <w:rsid w:val="00627BB8"/>
    <w:rsid w:val="0063148C"/>
    <w:rsid w:val="00632B96"/>
    <w:rsid w:val="00634F98"/>
    <w:rsid w:val="006365AF"/>
    <w:rsid w:val="0064050F"/>
    <w:rsid w:val="0064336A"/>
    <w:rsid w:val="0065016E"/>
    <w:rsid w:val="00654DF0"/>
    <w:rsid w:val="00661D5D"/>
    <w:rsid w:val="00663261"/>
    <w:rsid w:val="006653AE"/>
    <w:rsid w:val="006679A7"/>
    <w:rsid w:val="0067009E"/>
    <w:rsid w:val="00671D30"/>
    <w:rsid w:val="006740DB"/>
    <w:rsid w:val="00686888"/>
    <w:rsid w:val="00694C0A"/>
    <w:rsid w:val="00695178"/>
    <w:rsid w:val="0069731E"/>
    <w:rsid w:val="006A51E9"/>
    <w:rsid w:val="006A59FD"/>
    <w:rsid w:val="006A6E48"/>
    <w:rsid w:val="006B2F33"/>
    <w:rsid w:val="006B2FB7"/>
    <w:rsid w:val="006B40A7"/>
    <w:rsid w:val="006C1405"/>
    <w:rsid w:val="006C64E7"/>
    <w:rsid w:val="006D3FD7"/>
    <w:rsid w:val="006E24E4"/>
    <w:rsid w:val="006E579A"/>
    <w:rsid w:val="006E7292"/>
    <w:rsid w:val="006F000A"/>
    <w:rsid w:val="006F23E0"/>
    <w:rsid w:val="007032D6"/>
    <w:rsid w:val="007074B6"/>
    <w:rsid w:val="0072067B"/>
    <w:rsid w:val="00722CDE"/>
    <w:rsid w:val="007244DA"/>
    <w:rsid w:val="00733077"/>
    <w:rsid w:val="0074190B"/>
    <w:rsid w:val="007442A1"/>
    <w:rsid w:val="00763788"/>
    <w:rsid w:val="00775992"/>
    <w:rsid w:val="00784393"/>
    <w:rsid w:val="00784C88"/>
    <w:rsid w:val="007913D3"/>
    <w:rsid w:val="00794A6B"/>
    <w:rsid w:val="00795C0B"/>
    <w:rsid w:val="007B2786"/>
    <w:rsid w:val="007C2B7A"/>
    <w:rsid w:val="007C4CA2"/>
    <w:rsid w:val="007C57A9"/>
    <w:rsid w:val="007E0449"/>
    <w:rsid w:val="007E078A"/>
    <w:rsid w:val="007E0BED"/>
    <w:rsid w:val="007E5031"/>
    <w:rsid w:val="007F13C8"/>
    <w:rsid w:val="007F153E"/>
    <w:rsid w:val="007F1D6E"/>
    <w:rsid w:val="007F1EC3"/>
    <w:rsid w:val="007F73AC"/>
    <w:rsid w:val="00800CBC"/>
    <w:rsid w:val="008037E4"/>
    <w:rsid w:val="008052FC"/>
    <w:rsid w:val="00812B87"/>
    <w:rsid w:val="0081304A"/>
    <w:rsid w:val="00814851"/>
    <w:rsid w:val="008175AB"/>
    <w:rsid w:val="00827468"/>
    <w:rsid w:val="008309D1"/>
    <w:rsid w:val="00834D6D"/>
    <w:rsid w:val="0083788E"/>
    <w:rsid w:val="00843E3E"/>
    <w:rsid w:val="00845E32"/>
    <w:rsid w:val="00850A7C"/>
    <w:rsid w:val="00856BD0"/>
    <w:rsid w:val="008707F3"/>
    <w:rsid w:val="00873BCA"/>
    <w:rsid w:val="00876181"/>
    <w:rsid w:val="008A72D6"/>
    <w:rsid w:val="008B19E4"/>
    <w:rsid w:val="008B5B2E"/>
    <w:rsid w:val="008C45B9"/>
    <w:rsid w:val="008C6AC4"/>
    <w:rsid w:val="008F3E3E"/>
    <w:rsid w:val="008F7AC1"/>
    <w:rsid w:val="00905A3D"/>
    <w:rsid w:val="009105D7"/>
    <w:rsid w:val="00917068"/>
    <w:rsid w:val="00933145"/>
    <w:rsid w:val="00934FBB"/>
    <w:rsid w:val="009353FA"/>
    <w:rsid w:val="00940FEE"/>
    <w:rsid w:val="009426C7"/>
    <w:rsid w:val="00946288"/>
    <w:rsid w:val="0096687D"/>
    <w:rsid w:val="00992BE7"/>
    <w:rsid w:val="009974C4"/>
    <w:rsid w:val="009A5C04"/>
    <w:rsid w:val="009B6628"/>
    <w:rsid w:val="009B67B4"/>
    <w:rsid w:val="009B7883"/>
    <w:rsid w:val="009C05CD"/>
    <w:rsid w:val="009C24F2"/>
    <w:rsid w:val="009C5C86"/>
    <w:rsid w:val="009D2A4C"/>
    <w:rsid w:val="009E030E"/>
    <w:rsid w:val="009E7F5C"/>
    <w:rsid w:val="009F301D"/>
    <w:rsid w:val="009F6607"/>
    <w:rsid w:val="00A01399"/>
    <w:rsid w:val="00A14B76"/>
    <w:rsid w:val="00A16A2E"/>
    <w:rsid w:val="00A4187B"/>
    <w:rsid w:val="00A46D98"/>
    <w:rsid w:val="00A52DBB"/>
    <w:rsid w:val="00A54FFB"/>
    <w:rsid w:val="00A653CA"/>
    <w:rsid w:val="00A73ECA"/>
    <w:rsid w:val="00A87536"/>
    <w:rsid w:val="00AA363C"/>
    <w:rsid w:val="00AA7B14"/>
    <w:rsid w:val="00AC4E43"/>
    <w:rsid w:val="00AD3DD8"/>
    <w:rsid w:val="00AD5179"/>
    <w:rsid w:val="00AD520E"/>
    <w:rsid w:val="00AE3343"/>
    <w:rsid w:val="00AF25BE"/>
    <w:rsid w:val="00AF4FAD"/>
    <w:rsid w:val="00B067DF"/>
    <w:rsid w:val="00B13B74"/>
    <w:rsid w:val="00B41F9D"/>
    <w:rsid w:val="00B515D6"/>
    <w:rsid w:val="00B527F4"/>
    <w:rsid w:val="00B56A03"/>
    <w:rsid w:val="00B73CB2"/>
    <w:rsid w:val="00B76322"/>
    <w:rsid w:val="00B84FEA"/>
    <w:rsid w:val="00B8506F"/>
    <w:rsid w:val="00BA141F"/>
    <w:rsid w:val="00BA239A"/>
    <w:rsid w:val="00BA7316"/>
    <w:rsid w:val="00BB1290"/>
    <w:rsid w:val="00BB13CA"/>
    <w:rsid w:val="00BB4BB2"/>
    <w:rsid w:val="00BC005C"/>
    <w:rsid w:val="00BC4873"/>
    <w:rsid w:val="00BC76BB"/>
    <w:rsid w:val="00BC7A92"/>
    <w:rsid w:val="00BD3F16"/>
    <w:rsid w:val="00BD43BF"/>
    <w:rsid w:val="00BE161F"/>
    <w:rsid w:val="00BE75AC"/>
    <w:rsid w:val="00BF318F"/>
    <w:rsid w:val="00BF4D9C"/>
    <w:rsid w:val="00BF71BE"/>
    <w:rsid w:val="00C01C47"/>
    <w:rsid w:val="00C11351"/>
    <w:rsid w:val="00C22AA0"/>
    <w:rsid w:val="00C23834"/>
    <w:rsid w:val="00C2405B"/>
    <w:rsid w:val="00C26691"/>
    <w:rsid w:val="00C2779A"/>
    <w:rsid w:val="00C34C22"/>
    <w:rsid w:val="00C367AD"/>
    <w:rsid w:val="00C36CEE"/>
    <w:rsid w:val="00C41EF1"/>
    <w:rsid w:val="00C434B5"/>
    <w:rsid w:val="00C438D2"/>
    <w:rsid w:val="00C45292"/>
    <w:rsid w:val="00C53271"/>
    <w:rsid w:val="00C61FA1"/>
    <w:rsid w:val="00C66C4C"/>
    <w:rsid w:val="00C70411"/>
    <w:rsid w:val="00C72A8D"/>
    <w:rsid w:val="00C76BAC"/>
    <w:rsid w:val="00C77CF5"/>
    <w:rsid w:val="00C855E6"/>
    <w:rsid w:val="00C86896"/>
    <w:rsid w:val="00C95E44"/>
    <w:rsid w:val="00CA7C15"/>
    <w:rsid w:val="00CB2191"/>
    <w:rsid w:val="00CB28B4"/>
    <w:rsid w:val="00CB2E56"/>
    <w:rsid w:val="00CD39FA"/>
    <w:rsid w:val="00CD5A46"/>
    <w:rsid w:val="00CE111F"/>
    <w:rsid w:val="00CE184D"/>
    <w:rsid w:val="00CE56F2"/>
    <w:rsid w:val="00CE5CDF"/>
    <w:rsid w:val="00CF5E61"/>
    <w:rsid w:val="00CF6DE7"/>
    <w:rsid w:val="00CF6FB4"/>
    <w:rsid w:val="00D021B8"/>
    <w:rsid w:val="00D07749"/>
    <w:rsid w:val="00D1542D"/>
    <w:rsid w:val="00D22DCA"/>
    <w:rsid w:val="00D343EA"/>
    <w:rsid w:val="00D41F6D"/>
    <w:rsid w:val="00D535A9"/>
    <w:rsid w:val="00D620F5"/>
    <w:rsid w:val="00D64E82"/>
    <w:rsid w:val="00D65A21"/>
    <w:rsid w:val="00D74368"/>
    <w:rsid w:val="00D752A2"/>
    <w:rsid w:val="00D7567D"/>
    <w:rsid w:val="00D858D4"/>
    <w:rsid w:val="00D86ECC"/>
    <w:rsid w:val="00DA2467"/>
    <w:rsid w:val="00DA506F"/>
    <w:rsid w:val="00DB0C43"/>
    <w:rsid w:val="00DD01E9"/>
    <w:rsid w:val="00DD579E"/>
    <w:rsid w:val="00DF325E"/>
    <w:rsid w:val="00DF4790"/>
    <w:rsid w:val="00DF486B"/>
    <w:rsid w:val="00DF77F1"/>
    <w:rsid w:val="00E03542"/>
    <w:rsid w:val="00E16431"/>
    <w:rsid w:val="00E26464"/>
    <w:rsid w:val="00E4629A"/>
    <w:rsid w:val="00E47DA5"/>
    <w:rsid w:val="00E54BD7"/>
    <w:rsid w:val="00E63C6E"/>
    <w:rsid w:val="00E64660"/>
    <w:rsid w:val="00E65924"/>
    <w:rsid w:val="00E65E02"/>
    <w:rsid w:val="00E718CD"/>
    <w:rsid w:val="00E75EE9"/>
    <w:rsid w:val="00E83920"/>
    <w:rsid w:val="00E85CEE"/>
    <w:rsid w:val="00E94454"/>
    <w:rsid w:val="00E97905"/>
    <w:rsid w:val="00EA06C0"/>
    <w:rsid w:val="00EA7CFC"/>
    <w:rsid w:val="00EB2D12"/>
    <w:rsid w:val="00EC2548"/>
    <w:rsid w:val="00EC373B"/>
    <w:rsid w:val="00EC5D0D"/>
    <w:rsid w:val="00EC6D81"/>
    <w:rsid w:val="00ED3D13"/>
    <w:rsid w:val="00ED73CF"/>
    <w:rsid w:val="00EE2690"/>
    <w:rsid w:val="00EE2E83"/>
    <w:rsid w:val="00EF2A2A"/>
    <w:rsid w:val="00F038FF"/>
    <w:rsid w:val="00F118E1"/>
    <w:rsid w:val="00F13430"/>
    <w:rsid w:val="00F203D1"/>
    <w:rsid w:val="00F2535B"/>
    <w:rsid w:val="00F4314F"/>
    <w:rsid w:val="00F475BE"/>
    <w:rsid w:val="00F56979"/>
    <w:rsid w:val="00F6706F"/>
    <w:rsid w:val="00F72D7A"/>
    <w:rsid w:val="00F76B2F"/>
    <w:rsid w:val="00F84153"/>
    <w:rsid w:val="00FA2466"/>
    <w:rsid w:val="00FA6500"/>
    <w:rsid w:val="00FA7D3D"/>
    <w:rsid w:val="00FB1921"/>
    <w:rsid w:val="00FB7DBD"/>
    <w:rsid w:val="00FC04F7"/>
    <w:rsid w:val="00FC1C2F"/>
    <w:rsid w:val="00FC4118"/>
    <w:rsid w:val="00FC4796"/>
    <w:rsid w:val="00FC6C64"/>
    <w:rsid w:val="00FE0146"/>
    <w:rsid w:val="00FE3C50"/>
    <w:rsid w:val="00FE74BE"/>
    <w:rsid w:val="00FF3948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4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A4187B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CF5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D5DA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D5DA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3D5D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79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30016">
          <w:marLeft w:val="-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9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08510">
          <w:marLeft w:val="-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AD4090" w:rsidP="00AD4090">
          <w:pPr>
            <w:pStyle w:val="99A4C197F0AE4633A61E1D69DCAEF65A"/>
          </w:pPr>
          <w:r w:rsidRPr="009E030E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AD4090" w:rsidP="00AD4090">
          <w:pPr>
            <w:pStyle w:val="2FF490F577A44E32823999F26027A34B"/>
          </w:pPr>
          <w:r w:rsidRPr="009E030E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AD4090" w:rsidP="00AD4090">
          <w:pPr>
            <w:pStyle w:val="2D846A70BE2D451E890B79610970173C"/>
          </w:pPr>
          <w:r w:rsidRPr="009E030E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A0475ACE95384676B3EB8432834171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1F0FF4-C1C5-4D21-AFF7-95F816F3B027}"/>
      </w:docPartPr>
      <w:docPartBody>
        <w:p w:rsidR="00025244" w:rsidRDefault="000008C6" w:rsidP="000008C6">
          <w:pPr>
            <w:pStyle w:val="A0475ACE95384676B3EB84328341711D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197423108FBE430BBF17E69F994BCA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85542-B575-4988-B873-8E1F2AAF5FE5}"/>
      </w:docPartPr>
      <w:docPartBody>
        <w:p w:rsidR="00025244" w:rsidRDefault="00AD4090" w:rsidP="00AD4090">
          <w:pPr>
            <w:pStyle w:val="197423108FBE430BBF17E69F994BCA791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47942416721A4CBFBF277B8F82D9B0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7B1276-066E-47A5-9982-E62827FD32D4}"/>
      </w:docPartPr>
      <w:docPartBody>
        <w:p w:rsidR="00025244" w:rsidRDefault="000008C6" w:rsidP="000008C6">
          <w:pPr>
            <w:pStyle w:val="47942416721A4CBFBF277B8F82D9B01E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6633C386D3294130A36F43C358B547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7F7B3F-DB82-495F-8B3B-F894DE91D779}"/>
      </w:docPartPr>
      <w:docPartBody>
        <w:p w:rsidR="00025244" w:rsidRDefault="00AD4090" w:rsidP="00AD4090">
          <w:pPr>
            <w:pStyle w:val="6633C386D3294130A36F43C358B547B91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59E3063EF93C46BF9FD9B4AE368BC0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74E1C-0F04-4A5D-BCA0-A6B1947322DD}"/>
      </w:docPartPr>
      <w:docPartBody>
        <w:p w:rsidR="00025244" w:rsidRDefault="000008C6" w:rsidP="000008C6">
          <w:pPr>
            <w:pStyle w:val="59E3063EF93C46BF9FD9B4AE368BC0F0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7BC63CFF191487F9C54A8F52C7615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2801FA-6EBE-4D02-A475-00F07BCE09B3}"/>
      </w:docPartPr>
      <w:docPartBody>
        <w:p w:rsidR="00882FF1" w:rsidRDefault="00882FF1" w:rsidP="00882FF1">
          <w:pPr>
            <w:pStyle w:val="47BC63CFF191487F9C54A8F52C761523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13500182A8E941F5B1B8197A2123B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FC02C4-7F03-4B5D-AD56-B54B49999E9B}"/>
      </w:docPartPr>
      <w:docPartBody>
        <w:p w:rsidR="00882FF1" w:rsidRDefault="00882FF1" w:rsidP="00882FF1">
          <w:pPr>
            <w:pStyle w:val="13500182A8E941F5B1B8197A2123B356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1DF6D5F23E34480D8898E756C2437B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743B8E-084A-43C2-9D0A-860D811DCDB4}"/>
      </w:docPartPr>
      <w:docPartBody>
        <w:p w:rsidR="00882FF1" w:rsidRDefault="00882FF1" w:rsidP="00882FF1">
          <w:pPr>
            <w:pStyle w:val="1DF6D5F23E34480D8898E756C2437BD1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843E45A605E943C980FB91A1C0CAC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4ED866-F607-40A8-B480-E3A9AE8D038F}"/>
      </w:docPartPr>
      <w:docPartBody>
        <w:p w:rsidR="00882FF1" w:rsidRDefault="00882FF1" w:rsidP="00882FF1">
          <w:pPr>
            <w:pStyle w:val="843E45A605E943C980FB91A1C0CACD01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DC19E4E8D6684D1C88B53FBDD1D82F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8F83C8-05C0-4754-90BE-CB69C701B6C2}"/>
      </w:docPartPr>
      <w:docPartBody>
        <w:p w:rsidR="00882FF1" w:rsidRDefault="00882FF1" w:rsidP="00882FF1">
          <w:pPr>
            <w:pStyle w:val="DC19E4E8D6684D1C88B53FBDD1D82F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5A7D274D40B4F14A1F8A1F376E065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F138F-9B7C-4D8A-805D-FE54408F43F9}"/>
      </w:docPartPr>
      <w:docPartBody>
        <w:p w:rsidR="00882FF1" w:rsidRDefault="00882FF1" w:rsidP="00882FF1">
          <w:pPr>
            <w:pStyle w:val="95A7D274D40B4F14A1F8A1F376E065FE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7AE776C91BDC458AB0392A1CB60DF1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0575FE-C16F-4942-872B-0F06B85CEBA9}"/>
      </w:docPartPr>
      <w:docPartBody>
        <w:p w:rsidR="00882FF1" w:rsidRDefault="00882FF1" w:rsidP="00882FF1">
          <w:pPr>
            <w:pStyle w:val="7AE776C91BDC458AB0392A1CB60DF1A9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85C4322646AF493180EFEBC7B20ED2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F346FE-17D2-4777-B7C6-DB5ADE3F4084}"/>
      </w:docPartPr>
      <w:docPartBody>
        <w:p w:rsidR="00882FF1" w:rsidRDefault="00882FF1" w:rsidP="00882FF1">
          <w:pPr>
            <w:pStyle w:val="85C4322646AF493180EFEBC7B20ED2D0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B0F9E71FA174E308214C719C686A4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6B5E2-A93D-432D-9C0A-67F8E196477B}"/>
      </w:docPartPr>
      <w:docPartBody>
        <w:p w:rsidR="00882FF1" w:rsidRDefault="00882FF1" w:rsidP="00882FF1">
          <w:pPr>
            <w:pStyle w:val="AB0F9E71FA174E308214C719C686A4E6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DE1EEB4328684F45A9AE19CE4C48BF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5BBDAF-30B5-49DD-A11F-B21D3C57F7BF}"/>
      </w:docPartPr>
      <w:docPartBody>
        <w:p w:rsidR="00882FF1" w:rsidRDefault="00882FF1" w:rsidP="00882FF1">
          <w:pPr>
            <w:pStyle w:val="DE1EEB4328684F45A9AE19CE4C48BF20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380385E5BF124F4E8C2BF82A241B6B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F96A1E-2CB6-432E-B7E5-A399EB9E3D76}"/>
      </w:docPartPr>
      <w:docPartBody>
        <w:p w:rsidR="00882FF1" w:rsidRDefault="00882FF1" w:rsidP="00882FF1">
          <w:pPr>
            <w:pStyle w:val="380385E5BF124F4E8C2BF82A241B6B7F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DBFCB32435184A57B39652C179C667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E5B48A-9BC9-4A1F-B828-F9AD72E71D59}"/>
      </w:docPartPr>
      <w:docPartBody>
        <w:p w:rsidR="00882FF1" w:rsidRDefault="00882FF1" w:rsidP="00882FF1">
          <w:pPr>
            <w:pStyle w:val="DBFCB32435184A57B39652C179C667FA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5A99EB3C8124E4AADFEAE87CD73BA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7201BD-3541-45B4-98AF-011120119646}"/>
      </w:docPartPr>
      <w:docPartBody>
        <w:p w:rsidR="00882FF1" w:rsidRDefault="00882FF1" w:rsidP="00882FF1">
          <w:pPr>
            <w:pStyle w:val="E5A99EB3C8124E4AADFEAE87CD73BAD4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E94EB84E873C488BA27F372A2DE31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6E767-DEEA-46E4-B9D8-D4A169CAFC5D}"/>
      </w:docPartPr>
      <w:docPartBody>
        <w:p w:rsidR="00882FF1" w:rsidRDefault="00882FF1" w:rsidP="00882FF1">
          <w:pPr>
            <w:pStyle w:val="E94EB84E873C488BA27F372A2DE31EF6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1B2C4E70579141B5B1B5A9BD2F287E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1964C6-6CEE-4897-9C53-40D89636E7FB}"/>
      </w:docPartPr>
      <w:docPartBody>
        <w:p w:rsidR="00882FF1" w:rsidRDefault="00882FF1" w:rsidP="00882FF1">
          <w:pPr>
            <w:pStyle w:val="1B2C4E70579141B5B1B5A9BD2F287EB4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41D6918D4A8456494F9EE05106C99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AF663D-C18E-41CC-9BF4-2915E03366AA}"/>
      </w:docPartPr>
      <w:docPartBody>
        <w:p w:rsidR="00882FF1" w:rsidRDefault="00882FF1" w:rsidP="00882FF1">
          <w:pPr>
            <w:pStyle w:val="941D6918D4A8456494F9EE05106C993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F267E4803DC645E8BCBA72867AEAA2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A30992-4122-4C2E-873A-9563BDE30634}"/>
      </w:docPartPr>
      <w:docPartBody>
        <w:p w:rsidR="00882FF1" w:rsidRDefault="00882FF1" w:rsidP="00882FF1">
          <w:pPr>
            <w:pStyle w:val="F267E4803DC645E8BCBA72867AEAA2F4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5638E35FC0EC4942BDD68A0AEBFBD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2B116D-5D41-41C0-B3F9-879E4E6D43B1}"/>
      </w:docPartPr>
      <w:docPartBody>
        <w:p w:rsidR="00882FF1" w:rsidRDefault="00882FF1" w:rsidP="00882FF1">
          <w:pPr>
            <w:pStyle w:val="5638E35FC0EC4942BDD68A0AEBFBD817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3EF3346E265445291F54AE825C7F3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55524E-41BA-4F53-B80F-5E48882A1D8A}"/>
      </w:docPartPr>
      <w:docPartBody>
        <w:p w:rsidR="00882FF1" w:rsidRDefault="00882FF1" w:rsidP="00882FF1">
          <w:pPr>
            <w:pStyle w:val="A3EF3346E265445291F54AE825C7F338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8294B3324E1D4776AA99FA3E281D0F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70E84-3A9F-4F90-BD25-3C0239C56CFB}"/>
      </w:docPartPr>
      <w:docPartBody>
        <w:p w:rsidR="00882FF1" w:rsidRDefault="00882FF1" w:rsidP="00882FF1">
          <w:pPr>
            <w:pStyle w:val="8294B3324E1D4776AA99FA3E281D0F6B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C09FB8D8516B41B9A1991E1A42FF97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AB9F3-523A-4342-8854-11DB6760CD18}"/>
      </w:docPartPr>
      <w:docPartBody>
        <w:p w:rsidR="00882FF1" w:rsidRDefault="00882FF1" w:rsidP="00882FF1">
          <w:pPr>
            <w:pStyle w:val="C09FB8D8516B41B9A1991E1A42FF97F8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05744E955A324844B51B1C3AE3F61D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F3FB0-72CF-4EF8-BBC5-713D25698583}"/>
      </w:docPartPr>
      <w:docPartBody>
        <w:p w:rsidR="00882FF1" w:rsidRDefault="00882FF1" w:rsidP="00882FF1">
          <w:pPr>
            <w:pStyle w:val="05744E955A324844B51B1C3AE3F61DB1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19FE4D0EAB4147D18F934A03FDF4CC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4A0409-AC0D-43EC-9EDE-18AEEFC424D3}"/>
      </w:docPartPr>
      <w:docPartBody>
        <w:p w:rsidR="00882FF1" w:rsidRDefault="00882FF1" w:rsidP="00882FF1">
          <w:pPr>
            <w:pStyle w:val="19FE4D0EAB4147D18F934A03FDF4CCF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F823667DAB4A4711B52EE92724009D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FD4A7B-43BD-44D4-B31B-6B4E08EDA5CF}"/>
      </w:docPartPr>
      <w:docPartBody>
        <w:p w:rsidR="00882FF1" w:rsidRDefault="00882FF1" w:rsidP="00882FF1">
          <w:pPr>
            <w:pStyle w:val="F823667DAB4A4711B52EE92724009D31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085DA16115DE47349E217F4D76C654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21F0F-7E60-4A8E-BC4F-55CA30D368B4}"/>
      </w:docPartPr>
      <w:docPartBody>
        <w:p w:rsidR="00882FF1" w:rsidRDefault="00882FF1" w:rsidP="00882FF1">
          <w:pPr>
            <w:pStyle w:val="085DA16115DE47349E217F4D76C65451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882C883BE5A4684ABF3772F613208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73D5C8-7522-4EC2-B35D-B11FEF090AB3}"/>
      </w:docPartPr>
      <w:docPartBody>
        <w:p w:rsidR="00882FF1" w:rsidRDefault="00882FF1" w:rsidP="00882FF1">
          <w:pPr>
            <w:pStyle w:val="6882C883BE5A4684ABF3772F6132089D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43B9B593D50644789764A738E5FF03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FD6397-2E50-4C63-BB44-A0625A9D5F7A}"/>
      </w:docPartPr>
      <w:docPartBody>
        <w:p w:rsidR="00882FF1" w:rsidRDefault="00882FF1" w:rsidP="00882FF1">
          <w:pPr>
            <w:pStyle w:val="43B9B593D50644789764A738E5FF036C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A5F05C32B2414EC997E54D56864A3F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C9CC46-D17C-4F13-82C1-9E52198023B1}"/>
      </w:docPartPr>
      <w:docPartBody>
        <w:p w:rsidR="00882FF1" w:rsidRDefault="00882FF1" w:rsidP="00882FF1">
          <w:pPr>
            <w:pStyle w:val="A5F05C32B2414EC997E54D56864A3F68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324AC689BBB44282BC120BDCC420D0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B0B151-16A1-4659-8ECC-2C99E471FAE3}"/>
      </w:docPartPr>
      <w:docPartBody>
        <w:p w:rsidR="00882FF1" w:rsidRDefault="00882FF1" w:rsidP="00882FF1">
          <w:pPr>
            <w:pStyle w:val="324AC689BBB44282BC120BDCC420D019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ED9A331FA4C47B4AFA3559E4F5FE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878756-B971-4C57-AA3D-F757EB8C6928}"/>
      </w:docPartPr>
      <w:docPartBody>
        <w:p w:rsidR="00882FF1" w:rsidRDefault="00882FF1" w:rsidP="00882FF1">
          <w:pPr>
            <w:pStyle w:val="2ED9A331FA4C47B4AFA3559E4F5FE2CC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3252DD105CE949E0AF3238D04F1963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00A67-BD6F-414A-8FC8-B9326C141B7E}"/>
      </w:docPartPr>
      <w:docPartBody>
        <w:p w:rsidR="00882FF1" w:rsidRDefault="00882FF1" w:rsidP="00882FF1">
          <w:pPr>
            <w:pStyle w:val="3252DD105CE949E0AF3238D04F196387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908579A4DEBB413582CC22E627EB6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34E3B7-AD73-40F5-8353-82E475C828CC}"/>
      </w:docPartPr>
      <w:docPartBody>
        <w:p w:rsidR="00882FF1" w:rsidRDefault="00882FF1" w:rsidP="00882FF1">
          <w:pPr>
            <w:pStyle w:val="908579A4DEBB413582CC22E627EB617E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32A1CFF8EEE142A6B96F4F60161372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CA0FA1-6B97-436B-8778-9A8ACA79E9BC}"/>
      </w:docPartPr>
      <w:docPartBody>
        <w:p w:rsidR="00882FF1" w:rsidRDefault="00882FF1" w:rsidP="00882FF1">
          <w:pPr>
            <w:pStyle w:val="32A1CFF8EEE142A6B96F4F60161372EB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3EDC2B18244401BAF82A203DDA7DF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4EDA0E-AF26-4198-BACC-00839421E3BB}"/>
      </w:docPartPr>
      <w:docPartBody>
        <w:p w:rsidR="00882FF1" w:rsidRDefault="00882FF1" w:rsidP="00882FF1">
          <w:pPr>
            <w:pStyle w:val="63EDC2B18244401BAF82A203DDA7DFB5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5BFA0326E5464F2F8B0A103C4EAF36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B1C02-954E-43B6-A0EB-6B90F9E271AD}"/>
      </w:docPartPr>
      <w:docPartBody>
        <w:p w:rsidR="00882FF1" w:rsidRDefault="00882FF1" w:rsidP="00882FF1">
          <w:pPr>
            <w:pStyle w:val="5BFA0326E5464F2F8B0A103C4EAF36F7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AD8657912187462BAB4CFB32FC2E1F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35213B-A859-45A3-8EAD-C35DA8C4C620}"/>
      </w:docPartPr>
      <w:docPartBody>
        <w:p w:rsidR="00882FF1" w:rsidRDefault="00882FF1" w:rsidP="00882FF1">
          <w:pPr>
            <w:pStyle w:val="AD8657912187462BAB4CFB32FC2E1F5C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4414A3F15D74435EBC600B03311519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46F7D3-FB00-418E-B89D-E1D760C24AB5}"/>
      </w:docPartPr>
      <w:docPartBody>
        <w:p w:rsidR="00882FF1" w:rsidRDefault="00882FF1" w:rsidP="00882FF1">
          <w:pPr>
            <w:pStyle w:val="4414A3F15D74435EBC600B03311519D5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710DA55AD0744C1A1D27CFA8C9327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EBB6F2-9747-48C6-AA26-6F308317A93D}"/>
      </w:docPartPr>
      <w:docPartBody>
        <w:p w:rsidR="00882FF1" w:rsidRDefault="00882FF1" w:rsidP="00882FF1">
          <w:pPr>
            <w:pStyle w:val="2710DA55AD0744C1A1D27CFA8C932736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B7AAC38474674E37897A47386FE3D5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00BD6-82A8-413A-871D-D7C4187732B3}"/>
      </w:docPartPr>
      <w:docPartBody>
        <w:p w:rsidR="00882FF1" w:rsidRDefault="00882FF1" w:rsidP="00882FF1">
          <w:pPr>
            <w:pStyle w:val="B7AAC38474674E37897A47386FE3D5E2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78B544780F034D048092C5C04D9A8B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CC8A2B-1183-400B-A01F-06071C352D8C}"/>
      </w:docPartPr>
      <w:docPartBody>
        <w:p w:rsidR="00882FF1" w:rsidRDefault="00882FF1" w:rsidP="00882FF1">
          <w:pPr>
            <w:pStyle w:val="78B544780F034D048092C5C04D9A8B8B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11838A36CB2346F6AAD679841ED41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12FFFB-9C03-4848-87BA-C7511F3E4FF2}"/>
      </w:docPartPr>
      <w:docPartBody>
        <w:p w:rsidR="00882FF1" w:rsidRDefault="00882FF1" w:rsidP="00882FF1">
          <w:pPr>
            <w:pStyle w:val="11838A36CB2346F6AAD679841ED418E3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8478CA8143040648DC9AC89D2BA90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027FEE-F6CD-423B-B460-1DC503763443}"/>
      </w:docPartPr>
      <w:docPartBody>
        <w:p w:rsidR="00882FF1" w:rsidRDefault="00882FF1" w:rsidP="00882FF1">
          <w:pPr>
            <w:pStyle w:val="28478CA8143040648DC9AC89D2BA9050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D573C68E9ADE462581C8BC097834F1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99E753-141C-40CB-B48C-8066EEA97230}"/>
      </w:docPartPr>
      <w:docPartBody>
        <w:p w:rsidR="00882FF1" w:rsidRDefault="00882FF1" w:rsidP="00882FF1">
          <w:pPr>
            <w:pStyle w:val="D573C68E9ADE462581C8BC097834F1C6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EB04D0A77645490EB7B3D78D0E5E5F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66D079-8598-47AA-AF3C-159ABCFA6FFE}"/>
      </w:docPartPr>
      <w:docPartBody>
        <w:p w:rsidR="00882FF1" w:rsidRDefault="00882FF1" w:rsidP="00882FF1">
          <w:pPr>
            <w:pStyle w:val="EB04D0A77645490EB7B3D78D0E5E5FBF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D85A9CBC4F2044ADA5BED1CFCA07C0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5F6DD2-BCE8-473A-8822-466AB7EB2967}"/>
      </w:docPartPr>
      <w:docPartBody>
        <w:p w:rsidR="00882FF1" w:rsidRDefault="00882FF1" w:rsidP="00882FF1">
          <w:pPr>
            <w:pStyle w:val="D85A9CBC4F2044ADA5BED1CFCA07C0C8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34786AE3F714825B3AD6B8A59720F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8675B-DDBA-4EC2-9547-58BEC86058BF}"/>
      </w:docPartPr>
      <w:docPartBody>
        <w:p w:rsidR="00882FF1" w:rsidRDefault="00882FF1" w:rsidP="00882FF1">
          <w:pPr>
            <w:pStyle w:val="434786AE3F714825B3AD6B8A59720F3F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BE22518B6BAB47229957037D88A02E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6E1F58-956A-449A-86C8-7ACFA65981AF}"/>
      </w:docPartPr>
      <w:docPartBody>
        <w:p w:rsidR="00882FF1" w:rsidRDefault="00882FF1" w:rsidP="00882FF1">
          <w:pPr>
            <w:pStyle w:val="BE22518B6BAB47229957037D88A02E98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4CA5D2D83E1849F5936705C209537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66E248-82F8-49C8-BC29-D4698E4CE140}"/>
      </w:docPartPr>
      <w:docPartBody>
        <w:p w:rsidR="00882FF1" w:rsidRDefault="00882FF1" w:rsidP="00882FF1">
          <w:pPr>
            <w:pStyle w:val="4CA5D2D83E1849F5936705C209537AAC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662D84DC2770465B8965BFF2DC9A0E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C9FF4F-5D1C-4E84-989A-B9C85A498BC0}"/>
      </w:docPartPr>
      <w:docPartBody>
        <w:p w:rsidR="00882FF1" w:rsidRDefault="00882FF1" w:rsidP="00882FF1">
          <w:pPr>
            <w:pStyle w:val="662D84DC2770465B8965BFF2DC9A0E72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069095A983148318F31BFA05B4DD7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765901-E21F-44C1-9FA5-68C0B9F2819D}"/>
      </w:docPartPr>
      <w:docPartBody>
        <w:p w:rsidR="00882FF1" w:rsidRDefault="00882FF1" w:rsidP="00882FF1">
          <w:pPr>
            <w:pStyle w:val="3069095A983148318F31BFA05B4DD7E6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136777595C8D43C695F228B423496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BD5098-619F-4AA1-93B8-4F5DFE07027D}"/>
      </w:docPartPr>
      <w:docPartBody>
        <w:p w:rsidR="00882FF1" w:rsidRDefault="00882FF1" w:rsidP="00882FF1">
          <w:pPr>
            <w:pStyle w:val="136777595C8D43C695F228B423496EF6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4DA85D24106F42A98DEA71794E78E0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87B61F-6F1E-48F4-A28F-48C76C2128BC}"/>
      </w:docPartPr>
      <w:docPartBody>
        <w:p w:rsidR="00882FF1" w:rsidRDefault="00882FF1" w:rsidP="00882FF1">
          <w:pPr>
            <w:pStyle w:val="4DA85D24106F42A98DEA71794E78E0BA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E16174ABF3874C73BDAB58A80FD4B5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3E6454-F524-491B-97FC-A8DED8ADF618}"/>
      </w:docPartPr>
      <w:docPartBody>
        <w:p w:rsidR="00882FF1" w:rsidRDefault="00882FF1" w:rsidP="00882FF1">
          <w:pPr>
            <w:pStyle w:val="E16174ABF3874C73BDAB58A80FD4B525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E65F339BECD42DEBE5A001527C8B3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23259F-9CDA-49DC-BC8E-BF02620ED96D}"/>
      </w:docPartPr>
      <w:docPartBody>
        <w:p w:rsidR="00882FF1" w:rsidRDefault="00882FF1" w:rsidP="00882FF1">
          <w:pPr>
            <w:pStyle w:val="8E65F339BECD42DEBE5A001527C8B321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974263CD9CEC43439F0C715FAA88B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3B5AFD-D93A-41F4-89DC-A4D89ADEF422}"/>
      </w:docPartPr>
      <w:docPartBody>
        <w:p w:rsidR="00882FF1" w:rsidRDefault="00882FF1" w:rsidP="00882FF1">
          <w:pPr>
            <w:pStyle w:val="974263CD9CEC43439F0C715FAA88BCDA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419A79EE3E8342D68A4814518BF74F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528572-BFF3-4D4A-A4A7-EFCC80D91CF8}"/>
      </w:docPartPr>
      <w:docPartBody>
        <w:p w:rsidR="00882FF1" w:rsidRDefault="00882FF1" w:rsidP="00882FF1">
          <w:pPr>
            <w:pStyle w:val="419A79EE3E8342D68A4814518BF74F23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9ED2B07BAC2446269B9CB55F026DF8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49DCB-6E15-43E4-80FA-A1040B277EA8}"/>
      </w:docPartPr>
      <w:docPartBody>
        <w:p w:rsidR="00882FF1" w:rsidRDefault="00882FF1" w:rsidP="00882FF1">
          <w:pPr>
            <w:pStyle w:val="9ED2B07BAC2446269B9CB55F026DF832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03AB70FE43D41CBBCC30CE7A4F57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AA0F9A-392F-4B50-8AD6-A9C8C6631EC9}"/>
      </w:docPartPr>
      <w:docPartBody>
        <w:p w:rsidR="00882FF1" w:rsidRDefault="00882FF1" w:rsidP="00882FF1">
          <w:pPr>
            <w:pStyle w:val="F03AB70FE43D41CBBCC30CE7A4F57524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2BB051B0E3BE4F5C9063E39A5C0A3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22F8A7-7D32-413E-8070-D1F89662CF32}"/>
      </w:docPartPr>
      <w:docPartBody>
        <w:p w:rsidR="00882FF1" w:rsidRDefault="00882FF1" w:rsidP="00882FF1">
          <w:pPr>
            <w:pStyle w:val="2BB051B0E3BE4F5C9063E39A5C0A335F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BBFFACED3074077842FC400CC2305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158CE-C743-4643-9BEF-4055D41491D8}"/>
      </w:docPartPr>
      <w:docPartBody>
        <w:p w:rsidR="00882FF1" w:rsidRDefault="00882FF1" w:rsidP="00882FF1">
          <w:pPr>
            <w:pStyle w:val="3BBFFACED3074077842FC400CC2305B6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96A9448D18AD4ECABEE085ADE01F0A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ED368E-2141-46F1-A1AC-F548A8106ECA}"/>
      </w:docPartPr>
      <w:docPartBody>
        <w:p w:rsidR="00882FF1" w:rsidRDefault="00882FF1" w:rsidP="00882FF1">
          <w:pPr>
            <w:pStyle w:val="96A9448D18AD4ECABEE085ADE01F0A58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805BDB5108D4009B591F0D1DEAF87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DC489F-47C2-47A7-A049-AE35CDB8D00E}"/>
      </w:docPartPr>
      <w:docPartBody>
        <w:p w:rsidR="00882FF1" w:rsidRDefault="00882FF1" w:rsidP="00882FF1">
          <w:pPr>
            <w:pStyle w:val="B805BDB5108D4009B591F0D1DEAF8773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168E24F3717D4B899DA5FA6598069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4A69D-8738-4161-94F3-2EC4FA92AC0E}"/>
      </w:docPartPr>
      <w:docPartBody>
        <w:p w:rsidR="00882FF1" w:rsidRDefault="00882FF1" w:rsidP="00882FF1">
          <w:pPr>
            <w:pStyle w:val="168E24F3717D4B899DA5FA6598069201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ECC1727C65E745839BFC37031A382E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47C5F0-6162-44E8-9AFA-C9031CFFD76A}"/>
      </w:docPartPr>
      <w:docPartBody>
        <w:p w:rsidR="00882FF1" w:rsidRDefault="00882FF1" w:rsidP="00882FF1">
          <w:pPr>
            <w:pStyle w:val="ECC1727C65E745839BFC37031A382E14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CF37B673DF244A138B95D06D43401B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9BE3CD-D9F5-4E44-81F4-F2F3D67651AD}"/>
      </w:docPartPr>
      <w:docPartBody>
        <w:p w:rsidR="00882FF1" w:rsidRDefault="00882FF1" w:rsidP="00882FF1">
          <w:pPr>
            <w:pStyle w:val="CF37B673DF244A138B95D06D43401BF8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2B49CB557DB426B814FFB6A2C8103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EDD9ED-1FA0-45B0-9444-4E23A83B852F}"/>
      </w:docPartPr>
      <w:docPartBody>
        <w:p w:rsidR="00882FF1" w:rsidRDefault="00882FF1" w:rsidP="00882FF1">
          <w:pPr>
            <w:pStyle w:val="A2B49CB557DB426B814FFB6A2C810368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5A74EDABEDD24D4BB3273519BDCC00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967F91-8EE7-4BA0-8C9B-F9AD625E874D}"/>
      </w:docPartPr>
      <w:docPartBody>
        <w:p w:rsidR="00882FF1" w:rsidRDefault="00882FF1" w:rsidP="00882FF1">
          <w:pPr>
            <w:pStyle w:val="5A74EDABEDD24D4BB3273519BDCC00D4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6391DEDF02664599BBEF70932B7F3F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BCD95-31A6-49E0-9869-9C48B6EB6FC7}"/>
      </w:docPartPr>
      <w:docPartBody>
        <w:p w:rsidR="00882FF1" w:rsidRDefault="00882FF1" w:rsidP="00882FF1">
          <w:pPr>
            <w:pStyle w:val="6391DEDF02664599BBEF70932B7F3FA2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7D7368434F8540F88CEFE0899415F1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30E759-C50E-4AE2-8D16-4326085B1A5E}"/>
      </w:docPartPr>
      <w:docPartBody>
        <w:p w:rsidR="00882FF1" w:rsidRDefault="00882FF1" w:rsidP="00882FF1">
          <w:pPr>
            <w:pStyle w:val="7D7368434F8540F88CEFE0899415F10C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79C61D757304B7381716E3E39A4CD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E7520-7CB6-42F8-9141-8EB92BF83FB2}"/>
      </w:docPartPr>
      <w:docPartBody>
        <w:p w:rsidR="00882FF1" w:rsidRDefault="00882FF1" w:rsidP="00882FF1">
          <w:pPr>
            <w:pStyle w:val="679C61D757304B7381716E3E39A4CD98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1457E27002E841069E868B8E79697D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D8FAFE-52CD-4815-A6F5-3AA1BEFBE135}"/>
      </w:docPartPr>
      <w:docPartBody>
        <w:p w:rsidR="00882FF1" w:rsidRDefault="00882FF1" w:rsidP="00882FF1">
          <w:pPr>
            <w:pStyle w:val="1457E27002E841069E868B8E79697D80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329B82DBF94499FB7085F7D9CA7D9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6F70F-4357-4E1E-835C-8D8174F918FD}"/>
      </w:docPartPr>
      <w:docPartBody>
        <w:p w:rsidR="00882FF1" w:rsidRDefault="00882FF1" w:rsidP="00882FF1">
          <w:pPr>
            <w:pStyle w:val="D329B82DBF94499FB7085F7D9CA7D98E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8EBB981F778B4399B7C3BAAB6F589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F18BD1-8CA9-4E7B-83B5-F0F5BB3B8A7B}"/>
      </w:docPartPr>
      <w:docPartBody>
        <w:p w:rsidR="00882FF1" w:rsidRDefault="00882FF1" w:rsidP="00882FF1">
          <w:pPr>
            <w:pStyle w:val="8EBB981F778B4399B7C3BAAB6F589DFC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3352130F47B4498B89A1F5E96C049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D14B53-C069-4464-8B05-AA21D8636A14}"/>
      </w:docPartPr>
      <w:docPartBody>
        <w:p w:rsidR="00882FF1" w:rsidRDefault="00882FF1" w:rsidP="00882FF1">
          <w:pPr>
            <w:pStyle w:val="23352130F47B4498B89A1F5E96C04984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C4B33390788448898C38C83CE1FA9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B68BEE-5AD6-4235-957F-D2C7D7507088}"/>
      </w:docPartPr>
      <w:docPartBody>
        <w:p w:rsidR="00882FF1" w:rsidRDefault="00882FF1" w:rsidP="00882FF1">
          <w:pPr>
            <w:pStyle w:val="C4B33390788448898C38C83CE1FA90DD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A045B3E1E389420F9D641D8CBDBAD4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49E2F7-4E7A-4CEB-8CD7-4C9DDD57E793}"/>
      </w:docPartPr>
      <w:docPartBody>
        <w:p w:rsidR="00882FF1" w:rsidRDefault="00882FF1" w:rsidP="00882FF1">
          <w:pPr>
            <w:pStyle w:val="A045B3E1E389420F9D641D8CBDBAD458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DF89E05FE9D5414D83512AEDF4CB8E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1FCCD-71D4-40C8-8D25-69252536339F}"/>
      </w:docPartPr>
      <w:docPartBody>
        <w:p w:rsidR="00882FF1" w:rsidRDefault="00882FF1" w:rsidP="00882FF1">
          <w:pPr>
            <w:pStyle w:val="DF89E05FE9D5414D83512AEDF4CB8E29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F17F0255F974C8980F91A1AC5BA2F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03CA67-7DB6-460F-B507-8F879340B7BD}"/>
      </w:docPartPr>
      <w:docPartBody>
        <w:p w:rsidR="00882FF1" w:rsidRDefault="00882FF1" w:rsidP="00882FF1">
          <w:pPr>
            <w:pStyle w:val="DF17F0255F974C8980F91A1AC5BA2F68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688E87B1574248C2B7197C11F6ED44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F1CF87-963A-42AC-B923-0A0D1DCCD87F}"/>
      </w:docPartPr>
      <w:docPartBody>
        <w:p w:rsidR="00882FF1" w:rsidRDefault="00882FF1" w:rsidP="00882FF1">
          <w:pPr>
            <w:pStyle w:val="688E87B1574248C2B7197C11F6ED4488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1A484796CABF46EC95E8FB9578EC04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6C3E2-8BAD-4A92-ABE3-A4F435B91F63}"/>
      </w:docPartPr>
      <w:docPartBody>
        <w:p w:rsidR="00882FF1" w:rsidRDefault="00882FF1" w:rsidP="00882FF1">
          <w:pPr>
            <w:pStyle w:val="1A484796CABF46EC95E8FB9578EC043D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8C30818F85AF4B79B535166BA802C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F2E579-38A9-47F2-9A85-B6C5D85919F1}"/>
      </w:docPartPr>
      <w:docPartBody>
        <w:p w:rsidR="00882FF1" w:rsidRDefault="00882FF1" w:rsidP="00882FF1">
          <w:pPr>
            <w:pStyle w:val="8C30818F85AF4B79B535166BA802CC55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8D85A55AADB42C7934E5B998D4D49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A0C65C-EA99-4E5A-AEED-745FFBC42315}"/>
      </w:docPartPr>
      <w:docPartBody>
        <w:p w:rsidR="00882FF1" w:rsidRDefault="00882FF1" w:rsidP="00882FF1">
          <w:pPr>
            <w:pStyle w:val="98D85A55AADB42C7934E5B998D4D49B7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D42AB540A66A475BB46698DDDF57E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A17002-3310-486F-BDB4-6211D9D7E0D4}"/>
      </w:docPartPr>
      <w:docPartBody>
        <w:p w:rsidR="00882FF1" w:rsidRDefault="00882FF1" w:rsidP="00882FF1">
          <w:pPr>
            <w:pStyle w:val="D42AB540A66A475BB46698DDDF57EF82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1651B2ECB10448EA92EE9A391BE49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45575F-8C5C-4419-91FE-0F4B5720FBD3}"/>
      </w:docPartPr>
      <w:docPartBody>
        <w:p w:rsidR="00882FF1" w:rsidRDefault="00882FF1" w:rsidP="00882FF1">
          <w:pPr>
            <w:pStyle w:val="1651B2ECB10448EA92EE9A391BE49850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01A45FBFF55441B2AC93C2EB57BAF2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0BF119-6884-4202-B6CD-D1B582ECB33E}"/>
      </w:docPartPr>
      <w:docPartBody>
        <w:p w:rsidR="00882FF1" w:rsidRDefault="00882FF1" w:rsidP="00882FF1">
          <w:pPr>
            <w:pStyle w:val="01A45FBFF55441B2AC93C2EB57BAF2AD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6EB76993EB54E77A60548770A2B13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7CBBBC-7FA6-4565-BAA5-421DD830D727}"/>
      </w:docPartPr>
      <w:docPartBody>
        <w:p w:rsidR="00882FF1" w:rsidRDefault="00882FF1" w:rsidP="00882FF1">
          <w:pPr>
            <w:pStyle w:val="16EB76993EB54E77A60548770A2B13BC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1EEF3F423CAF4F459BA0022338C7B4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DCB270-C5E7-480D-8F54-78CCFAD815BB}"/>
      </w:docPartPr>
      <w:docPartBody>
        <w:p w:rsidR="00882FF1" w:rsidRDefault="00882FF1" w:rsidP="00882FF1">
          <w:pPr>
            <w:pStyle w:val="1EEF3F423CAF4F459BA0022338C7B4FD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EBB260726D784EB8A5E78EF7EE19C3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A9BDE1-363F-4716-A06C-04BA03A286CA}"/>
      </w:docPartPr>
      <w:docPartBody>
        <w:p w:rsidR="00882FF1" w:rsidRDefault="00882FF1" w:rsidP="00882FF1">
          <w:pPr>
            <w:pStyle w:val="EBB260726D784EB8A5E78EF7EE19C38F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C2217A5ED3BF4FFEB2B261EC5CB60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A03D28-8EF7-435D-ABC1-7AE40B0FF8CE}"/>
      </w:docPartPr>
      <w:docPartBody>
        <w:p w:rsidR="00882FF1" w:rsidRDefault="00882FF1" w:rsidP="00882FF1">
          <w:pPr>
            <w:pStyle w:val="C2217A5ED3BF4FFEB2B261EC5CB60F13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B4C88A684CD42BDB2D0CA8C0412F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5A6EB1-7A2C-4414-BDA0-0087CF1B2928}"/>
      </w:docPartPr>
      <w:docPartBody>
        <w:p w:rsidR="00882FF1" w:rsidRDefault="00882FF1" w:rsidP="00882FF1">
          <w:pPr>
            <w:pStyle w:val="1B4C88A684CD42BDB2D0CA8C0412FDA4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AA147C5BB6A24FC794AAA48BEE637B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39C833-9948-4E38-B590-35212D918557}"/>
      </w:docPartPr>
      <w:docPartBody>
        <w:p w:rsidR="00882FF1" w:rsidRDefault="00882FF1" w:rsidP="00882FF1">
          <w:pPr>
            <w:pStyle w:val="AA147C5BB6A24FC794AAA48BEE637B3B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0A824C6031BF46C8B61BFE2603B269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BE313-E032-4719-B743-CA44D5EEEC75}"/>
      </w:docPartPr>
      <w:docPartBody>
        <w:p w:rsidR="00882FF1" w:rsidRDefault="00882FF1" w:rsidP="00882FF1">
          <w:pPr>
            <w:pStyle w:val="0A824C6031BF46C8B61BFE2603B269A6"/>
          </w:pPr>
          <w:r w:rsidRPr="009E030E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název zakázky, popis p</w:t>
          </w:r>
          <w:r w:rsidRPr="009E030E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9E030E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projektové dokumentace a popis stavby </w:t>
          </w:r>
        </w:p>
      </w:docPartBody>
    </w:docPart>
    <w:docPart>
      <w:docPartPr>
        <w:name w:val="6194694A156B457E9664C25DFB4AB4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E50B54-AC12-4EEA-957C-90E9CC864A15}"/>
      </w:docPartPr>
      <w:docPartBody>
        <w:p w:rsidR="00882FF1" w:rsidRDefault="00882FF1" w:rsidP="00882FF1">
          <w:pPr>
            <w:pStyle w:val="6194694A156B457E9664C25DFB4AB4AC"/>
          </w:pPr>
          <w:r w:rsidRPr="000E387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5B04C36C31D48B985EAE7433CF1B2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8CA2E0-D8E3-4DF8-997A-D8127C7F7F78}"/>
      </w:docPartPr>
      <w:docPartBody>
        <w:p w:rsidR="00882FF1" w:rsidRDefault="00882FF1" w:rsidP="00882FF1">
          <w:pPr>
            <w:pStyle w:val="B5B04C36C31D48B985EAE7433CF1B2C4"/>
          </w:pPr>
          <w:r w:rsidRPr="00AB5512">
            <w:rPr>
              <w:rStyle w:val="Zstupntext"/>
              <w:rFonts w:asciiTheme="majorHAnsi" w:hAnsiTheme="majorHAnsi" w:cstheme="majorHAnsi"/>
              <w:highlight w:val="yellow"/>
            </w:rPr>
            <w:t>vyplňte termín od MM/RR do MM/RR</w:t>
          </w:r>
        </w:p>
      </w:docPartBody>
    </w:docPart>
    <w:docPart>
      <w:docPartPr>
        <w:name w:val="E371B4F9FDFE491D9DC24FA6DC6C59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42185B-8BC5-4626-92F8-E75BC06C5BF5}"/>
      </w:docPartPr>
      <w:docPartBody>
        <w:p w:rsidR="00882FF1" w:rsidRDefault="00882FF1" w:rsidP="00882FF1">
          <w:pPr>
            <w:pStyle w:val="E371B4F9FDFE491D9DC24FA6DC6C5921"/>
          </w:pPr>
          <w:r w:rsidRPr="009E030E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39478C"/>
    <w:multiLevelType w:val="multilevel"/>
    <w:tmpl w:val="FE581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52272475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08C6"/>
    <w:rsid w:val="00025244"/>
    <w:rsid w:val="00034211"/>
    <w:rsid w:val="00045528"/>
    <w:rsid w:val="0006784A"/>
    <w:rsid w:val="000751A8"/>
    <w:rsid w:val="000D0111"/>
    <w:rsid w:val="00113F40"/>
    <w:rsid w:val="00122123"/>
    <w:rsid w:val="001727C7"/>
    <w:rsid w:val="001A151B"/>
    <w:rsid w:val="001A6D7F"/>
    <w:rsid w:val="001F2FE3"/>
    <w:rsid w:val="00267BF2"/>
    <w:rsid w:val="002C0CA8"/>
    <w:rsid w:val="002D7808"/>
    <w:rsid w:val="002D790E"/>
    <w:rsid w:val="00353DD8"/>
    <w:rsid w:val="00364F2C"/>
    <w:rsid w:val="003B27CE"/>
    <w:rsid w:val="003B3983"/>
    <w:rsid w:val="003D515D"/>
    <w:rsid w:val="00400CF2"/>
    <w:rsid w:val="004029CB"/>
    <w:rsid w:val="004320BF"/>
    <w:rsid w:val="004331E5"/>
    <w:rsid w:val="00451449"/>
    <w:rsid w:val="00473324"/>
    <w:rsid w:val="004818C9"/>
    <w:rsid w:val="004E4ED8"/>
    <w:rsid w:val="004F684B"/>
    <w:rsid w:val="00530978"/>
    <w:rsid w:val="00540CE3"/>
    <w:rsid w:val="005830F2"/>
    <w:rsid w:val="00614ED2"/>
    <w:rsid w:val="006A59FD"/>
    <w:rsid w:val="007C57A9"/>
    <w:rsid w:val="007E74D6"/>
    <w:rsid w:val="007F153E"/>
    <w:rsid w:val="00814851"/>
    <w:rsid w:val="00882FF1"/>
    <w:rsid w:val="008F2DDF"/>
    <w:rsid w:val="009718B1"/>
    <w:rsid w:val="009B6628"/>
    <w:rsid w:val="009C05CD"/>
    <w:rsid w:val="009C5C86"/>
    <w:rsid w:val="00AA363C"/>
    <w:rsid w:val="00AD4090"/>
    <w:rsid w:val="00AF599D"/>
    <w:rsid w:val="00B1012C"/>
    <w:rsid w:val="00B22A41"/>
    <w:rsid w:val="00B5778A"/>
    <w:rsid w:val="00BE5D01"/>
    <w:rsid w:val="00C15A4B"/>
    <w:rsid w:val="00C2569D"/>
    <w:rsid w:val="00C41EF1"/>
    <w:rsid w:val="00DF649B"/>
    <w:rsid w:val="00DF77F1"/>
    <w:rsid w:val="00E75EE9"/>
    <w:rsid w:val="00E83705"/>
    <w:rsid w:val="00EA506E"/>
    <w:rsid w:val="00EF6AB6"/>
    <w:rsid w:val="00EF6B4B"/>
    <w:rsid w:val="00F20B35"/>
    <w:rsid w:val="00F6508D"/>
    <w:rsid w:val="00F86EBD"/>
    <w:rsid w:val="00FD4D13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82FF1"/>
    <w:rPr>
      <w:color w:val="808080"/>
    </w:rPr>
  </w:style>
  <w:style w:type="paragraph" w:customStyle="1" w:styleId="A0475ACE95384676B3EB84328341711D">
    <w:name w:val="A0475ACE95384676B3EB84328341711D"/>
    <w:rsid w:val="000008C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7C7CB421F1462282D8277088EDD481">
    <w:name w:val="EF7C7CB421F1462282D8277088EDD481"/>
    <w:rsid w:val="000008C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942416721A4CBFBF277B8F82D9B01E">
    <w:name w:val="47942416721A4CBFBF277B8F82D9B01E"/>
    <w:rsid w:val="000008C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E3063EF93C46BF9FD9B4AE368BC0F0">
    <w:name w:val="59E3063EF93C46BF9FD9B4AE368BC0F0"/>
    <w:rsid w:val="000008C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BCB1D2DBED4BB19477BE43B661165D">
    <w:name w:val="B6BCB1D2DBED4BB19477BE43B661165D"/>
    <w:rsid w:val="000008C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898E09E6C94A1187E6289591880826">
    <w:name w:val="80898E09E6C94A1187E6289591880826"/>
    <w:rsid w:val="000008C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C00EBCDDFC4742BF286B04B9BF3335">
    <w:name w:val="E3C00EBCDDFC4742BF286B04B9BF3335"/>
    <w:rsid w:val="000008C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F0972C465E4C18A7FBBDCFD66E7B63">
    <w:name w:val="80F0972C465E4C18A7FBBDCFD66E7B63"/>
    <w:rsid w:val="000008C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5DAE32D48742E0820C469B6704D891">
    <w:name w:val="965DAE32D48742E0820C469B6704D891"/>
    <w:rsid w:val="00AD4090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AD4090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AD4090"/>
    <w:rPr>
      <w:rFonts w:eastAsiaTheme="minorHAnsi"/>
      <w:lang w:eastAsia="en-US"/>
    </w:rPr>
  </w:style>
  <w:style w:type="paragraph" w:customStyle="1" w:styleId="197423108FBE430BBF17E69F994BCA791">
    <w:name w:val="197423108FBE430BBF17E69F994BCA791"/>
    <w:rsid w:val="00AD4090"/>
    <w:rPr>
      <w:rFonts w:eastAsiaTheme="minorHAnsi"/>
      <w:lang w:eastAsia="en-US"/>
    </w:rPr>
  </w:style>
  <w:style w:type="paragraph" w:customStyle="1" w:styleId="A4110E84C44240EEA02A4FEE8B6B94D51">
    <w:name w:val="A4110E84C44240EEA02A4FEE8B6B94D51"/>
    <w:rsid w:val="00AD4090"/>
    <w:rPr>
      <w:rFonts w:eastAsiaTheme="minorHAnsi"/>
      <w:lang w:eastAsia="en-US"/>
    </w:rPr>
  </w:style>
  <w:style w:type="paragraph" w:customStyle="1" w:styleId="6633C386D3294130A36F43C358B547B91">
    <w:name w:val="6633C386D3294130A36F43C358B547B91"/>
    <w:rsid w:val="00AD4090"/>
    <w:rPr>
      <w:rFonts w:eastAsiaTheme="minorHAnsi"/>
      <w:lang w:eastAsia="en-US"/>
    </w:rPr>
  </w:style>
  <w:style w:type="paragraph" w:customStyle="1" w:styleId="99A4C197F0AE4633A61E1D69DCAEF65A">
    <w:name w:val="99A4C197F0AE4633A61E1D69DCAEF65A"/>
    <w:rsid w:val="00AD4090"/>
    <w:rPr>
      <w:rFonts w:eastAsiaTheme="minorHAnsi"/>
      <w:lang w:eastAsia="en-US"/>
    </w:rPr>
  </w:style>
  <w:style w:type="paragraph" w:customStyle="1" w:styleId="2FF490F577A44E32823999F26027A34B">
    <w:name w:val="2FF490F577A44E32823999F26027A34B"/>
    <w:rsid w:val="00AD4090"/>
    <w:rPr>
      <w:rFonts w:eastAsiaTheme="minorHAnsi"/>
      <w:lang w:eastAsia="en-US"/>
    </w:rPr>
  </w:style>
  <w:style w:type="paragraph" w:customStyle="1" w:styleId="2D846A70BE2D451E890B79610970173C">
    <w:name w:val="2D846A70BE2D451E890B79610970173C"/>
    <w:rsid w:val="00AD4090"/>
    <w:rPr>
      <w:rFonts w:eastAsiaTheme="minorHAnsi"/>
      <w:lang w:eastAsia="en-US"/>
    </w:rPr>
  </w:style>
  <w:style w:type="paragraph" w:customStyle="1" w:styleId="493A14D2D0E7427AAC72D72484DF8166">
    <w:name w:val="493A14D2D0E7427AAC72D72484DF8166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E22959DDC14D4EA2459B2C05A4D446">
    <w:name w:val="E8E22959DDC14D4EA2459B2C05A4D446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E6C1F4F9BD49288C7EF99FA9C26D7E">
    <w:name w:val="A1E6C1F4F9BD49288C7EF99FA9C26D7E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52C136B7C945A8B55EDA258F4CCE24">
    <w:name w:val="CC52C136B7C945A8B55EDA258F4CCE24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1315BC23064286928534DB8A86C3C2">
    <w:name w:val="F71315BC23064286928534DB8A86C3C2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9329863FC04321893C0E4059117C7A">
    <w:name w:val="919329863FC04321893C0E4059117C7A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9277BCEC9E45FB9498F1641624432B">
    <w:name w:val="289277BCEC9E45FB9498F1641624432B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8B6A49ACCF406EA241E47BDF38F00A">
    <w:name w:val="658B6A49ACCF406EA241E47BDF38F00A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38604C32A241918D56D15988E92249">
    <w:name w:val="4E38604C32A241918D56D15988E92249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FCA519ADFF4A099A9840226D154FFD">
    <w:name w:val="56FCA519ADFF4A099A9840226D154FFD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6FCBBDF29F4C03817ED15F86C2C069">
    <w:name w:val="EF6FCBBDF29F4C03817ED15F86C2C069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CA9CE4CDBC4143947B6BD20F2B8DD2">
    <w:name w:val="FBCA9CE4CDBC4143947B6BD20F2B8DD2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6143E45F114FF19291EDBD3A11EABC">
    <w:name w:val="ED6143E45F114FF19291EDBD3A11EABC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F998F87F814AB4BC66845CB5E0223B">
    <w:name w:val="C4F998F87F814AB4BC66845CB5E0223B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E7BCFD5E2B4869B62874AD5DFB64D1">
    <w:name w:val="29E7BCFD5E2B4869B62874AD5DFB64D1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6CAAABA32D4AE48CEEC25FAE59750C">
    <w:name w:val="406CAAABA32D4AE48CEEC25FAE59750C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25CF025EE74478B30B44078EF61362">
    <w:name w:val="7225CF025EE74478B30B44078EF61362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196EE26C2F4F18AEF0E9FB46759143">
    <w:name w:val="80196EE26C2F4F18AEF0E9FB46759143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5C369E95444BFE8CC8AF7670B6B6EB">
    <w:name w:val="035C369E95444BFE8CC8AF7670B6B6EB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AF0C8EEA6F4308870A278DCBBFB043">
    <w:name w:val="13AF0C8EEA6F4308870A278DCBBFB043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72E35C9B6B43BA9C41BE6373ACAB21">
    <w:name w:val="6172E35C9B6B43BA9C41BE6373ACAB21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F565B109F04E42845D92846CAFE5DE">
    <w:name w:val="B6F565B109F04E42845D92846CAFE5DE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78CA7CF993480B91254E1181B060B9">
    <w:name w:val="9378CA7CF993480B91254E1181B060B9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881E184E074E10A4244B5E06F2D58E">
    <w:name w:val="BE881E184E074E10A4244B5E06F2D58E"/>
    <w:rsid w:val="00AD40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0317F0564F42D1B2423CD0127AFF36">
    <w:name w:val="630317F0564F42D1B2423CD0127AFF36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19E40470AC4C3491C8313A9C90C629">
    <w:name w:val="0519E40470AC4C3491C8313A9C90C629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405977C1554D3790C53EB684F9E956">
    <w:name w:val="E4405977C1554D3790C53EB684F9E956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497A955B0A46268FEDD4EC68EE281E">
    <w:name w:val="C9497A955B0A46268FEDD4EC68EE281E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EBD1FA717A4545974500FDAB28D3E5">
    <w:name w:val="90EBD1FA717A4545974500FDAB28D3E5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197C27AC914DC2926B6E440DB70B81">
    <w:name w:val="93197C27AC914DC2926B6E440DB70B81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0BA8D8444B467BAB71CA11609702D4">
    <w:name w:val="670BA8D8444B467BAB71CA11609702D4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9FADE35AFA43CC8FBFA392BF811948">
    <w:name w:val="409FADE35AFA43CC8FBFA392BF811948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FF7F496F9754F82B28CAA95A2B6B32C">
    <w:name w:val="1FF7F496F9754F82B28CAA95A2B6B32C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7BA6983926434B898374DA06046D80">
    <w:name w:val="F57BA6983926434B898374DA06046D80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89D58EA88984596B0BC7D7D85A5E74D">
    <w:name w:val="889D58EA88984596B0BC7D7D85A5E74D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CE7AB7D1FE4543A25994BA8FF98864">
    <w:name w:val="76CE7AB7D1FE4543A25994BA8FF98864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623286B744494985E2B4DAD828FD82">
    <w:name w:val="80623286B744494985E2B4DAD828FD82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5A4913172A4E8D995B96E37B9FC4D4">
    <w:name w:val="BC5A4913172A4E8D995B96E37B9FC4D4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FFEA32DE6249CDB235E17C53163E7A">
    <w:name w:val="95FFEA32DE6249CDB235E17C53163E7A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1FBF29349E341BAA9B3E366D236F204">
    <w:name w:val="B1FBF29349E341BAA9B3E366D236F204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0DC5DBF29546F58DC86DA6F4AA98E3">
    <w:name w:val="100DC5DBF29546F58DC86DA6F4AA98E3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093D25F004485CBECE8C41F16E20D0">
    <w:name w:val="3C093D25F004485CBECE8C41F16E20D0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5E74BB2539436F9CA0241C250CDE36">
    <w:name w:val="3D5E74BB2539436F9CA0241C250CDE36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6EF794BA15404E87919A0854BCC493">
    <w:name w:val="896EF794BA15404E87919A0854BCC493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FCD91014CF4140A6FB539D66F44066">
    <w:name w:val="C7FCD91014CF4140A6FB539D66F44066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92A866D6414BD3A42D91F5E1A6B319">
    <w:name w:val="9292A866D6414BD3A42D91F5E1A6B319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E56E1D68A74F83B0707CF9EC1523B3">
    <w:name w:val="8AE56E1D68A74F83B0707CF9EC1523B3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B1524B2FCE4BE9956FB6C32C154EA7">
    <w:name w:val="92B1524B2FCE4BE9956FB6C32C154EA7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5CEE3DCBCF4E34B21B6827424B8666">
    <w:name w:val="295CEE3DCBCF4E34B21B6827424B8666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43A240B3DC416181E012FEB5019509">
    <w:name w:val="EC43A240B3DC416181E012FEB5019509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163B0E75AE45D48942D5997F02CE18">
    <w:name w:val="E2163B0E75AE45D48942D5997F02CE18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7329D2880A4FAC98AEC2371C02CD85">
    <w:name w:val="357329D2880A4FAC98AEC2371C02CD85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110D951BC04AF9B578AF6DB81C5E2A">
    <w:name w:val="D7110D951BC04AF9B578AF6DB81C5E2A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5E12B489CF4B66A8331595CFB24E3B">
    <w:name w:val="495E12B489CF4B66A8331595CFB24E3B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54F4DBC2834EC38D237B10C1633FE4">
    <w:name w:val="C654F4DBC2834EC38D237B10C1633FE4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0DDB774B4D43C3807854B2F5D38AD7">
    <w:name w:val="6A0DDB774B4D43C3807854B2F5D38AD7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728D69916046A095DB89877A38EECA">
    <w:name w:val="C6728D69916046A095DB89877A38EECA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18CFA206FA24ABEA3A76B215B0EEE35">
    <w:name w:val="B18CFA206FA24ABEA3A76B215B0EEE35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C4C664E263432FA73DA0E77A2456F3">
    <w:name w:val="ECC4C664E263432FA73DA0E77A2456F3"/>
    <w:rsid w:val="00364F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F0D82B9990421D91AB9092AEED243F">
    <w:name w:val="35F0D82B9990421D91AB9092AEED243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BC63CFF191487F9C54A8F52C761523">
    <w:name w:val="47BC63CFF191487F9C54A8F52C76152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5E587F47E249BABE5A3C840E59A33A">
    <w:name w:val="AD5E587F47E249BABE5A3C840E59A33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874BEDAD59485A8604138CF4C32D63">
    <w:name w:val="2C874BEDAD59485A8604138CF4C32D6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376A60D7E7480D9101375C66AEA316">
    <w:name w:val="E3376A60D7E7480D9101375C66AEA31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4D387163B0440D88109D089C5BC23F">
    <w:name w:val="C74D387163B0440D88109D089C5BC23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500182A8E941F5B1B8197A2123B356">
    <w:name w:val="13500182A8E941F5B1B8197A2123B35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43EC2452D84BE586A58D19A8CE564D">
    <w:name w:val="8443EC2452D84BE586A58D19A8CE564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05A777FB544FED87D7D18A64D06B42">
    <w:name w:val="A305A777FB544FED87D7D18A64D06B4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E6B42B3DE74C1AAD6C413C7BAF46A9">
    <w:name w:val="AFE6B42B3DE74C1AAD6C413C7BAF46A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C7BDB99C2A4A0D96338AC963D50662">
    <w:name w:val="9AC7BDB99C2A4A0D96338AC963D5066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F6D5F23E34480D8898E756C2437BD1">
    <w:name w:val="1DF6D5F23E34480D8898E756C2437BD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083EA1BACA4F22AD4FD3830BD7FB8E">
    <w:name w:val="FA083EA1BACA4F22AD4FD3830BD7FB8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B135F5CC484A65973B572710F8C2E6">
    <w:name w:val="6CB135F5CC484A65973B572710F8C2E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E3830A4F984EA7B769CB44BDE99AD2">
    <w:name w:val="37E3830A4F984EA7B769CB44BDE99AD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4F7D5355714E9D97B332FEBE74B060">
    <w:name w:val="914F7D5355714E9D97B332FEBE74B06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3E45A605E943C980FB91A1C0CACD01">
    <w:name w:val="843E45A605E943C980FB91A1C0CACD0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84F38CF78841D8A4AE79173D4309A6">
    <w:name w:val="9C84F38CF78841D8A4AE79173D4309A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C7FEE8B4B849E18911341801F446B3">
    <w:name w:val="94C7FEE8B4B849E18911341801F446B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6CA66AF88848BEAE9E3F0BFCE40480">
    <w:name w:val="EF6CA66AF88848BEAE9E3F0BFCE4048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6F15F86B794C6CA815B966587967DA">
    <w:name w:val="BC6F15F86B794C6CA815B966587967D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19E4E8D6684D1C88B53FBDD1D82FA2">
    <w:name w:val="DC19E4E8D6684D1C88B53FBDD1D82FA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3869B9D51C424889E650E6BB1BD016">
    <w:name w:val="CE3869B9D51C424889E650E6BB1BD01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5F13EDFFCA4A658D357FBE3E18D095">
    <w:name w:val="275F13EDFFCA4A658D357FBE3E18D09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EFA09AA18042DFB309FB6791EB6D47">
    <w:name w:val="0EEFA09AA18042DFB309FB6791EB6D4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324075023146E085D7A55FA19AC727">
    <w:name w:val="60324075023146E085D7A55FA19AC72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A7D274D40B4F14A1F8A1F376E065FE">
    <w:name w:val="95A7D274D40B4F14A1F8A1F376E065F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8A25FEF3AD41EDAEC9A0B2C3781D35">
    <w:name w:val="6E8A25FEF3AD41EDAEC9A0B2C3781D3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3B983B08FC42288738F819D3FCF14C">
    <w:name w:val="223B983B08FC42288738F819D3FCF14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E935E67D7A4FECA574508D97888E56">
    <w:name w:val="C6E935E67D7A4FECA574508D97888E5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1430412344417280E37341648B5920">
    <w:name w:val="B91430412344417280E37341648B592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E776C91BDC458AB0392A1CB60DF1A9">
    <w:name w:val="7AE776C91BDC458AB0392A1CB60DF1A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49FD5D90E74F15B68F39EAEEAF323D">
    <w:name w:val="3649FD5D90E74F15B68F39EAEEAF323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740D185FD44A199B417F56A133372C">
    <w:name w:val="56740D185FD44A199B417F56A133372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D912C2504D437083491564C649A9F0">
    <w:name w:val="87D912C2504D437083491564C649A9F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8F162198D54EF8AD2998D92DCEF929">
    <w:name w:val="338F162198D54EF8AD2998D92DCEF92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C4322646AF493180EFEBC7B20ED2D0">
    <w:name w:val="85C4322646AF493180EFEBC7B20ED2D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14B07D6A98404DB28E1456CF407515">
    <w:name w:val="0514B07D6A98404DB28E1456CF40751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912B20346649AE9B94B97BC2535FCC">
    <w:name w:val="0F912B20346649AE9B94B97BC2535FC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571A32277D49F0924644E1123DA315">
    <w:name w:val="21571A32277D49F0924644E1123DA31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D8340038B84CE28AD29C1CD195773A">
    <w:name w:val="93D8340038B84CE28AD29C1CD195773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B0F9E71FA174E308214C719C686A4E6">
    <w:name w:val="AB0F9E71FA174E308214C719C686A4E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868D5D87844DD1A7E1318BEEB1F2EF">
    <w:name w:val="77868D5D87844DD1A7E1318BEEB1F2E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DF10D8226A4B2ABD0FDC7344E6A8A0">
    <w:name w:val="BADF10D8226A4B2ABD0FDC7344E6A8A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083EB6662F42B9A4FD6474B01FBB58">
    <w:name w:val="57083EB6662F42B9A4FD6474B01FBB5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A6423D8E9E4B16814DC2E39BC87341">
    <w:name w:val="47A6423D8E9E4B16814DC2E39BC8734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8B6B82BD9D4EFD841989B2D2CD4550">
    <w:name w:val="738B6B82BD9D4EFD841989B2D2CD455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0C690753F6497E945CBAABEAC7D9F0">
    <w:name w:val="9F0C690753F6497E945CBAABEAC7D9F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2F519CDC5943F5A94805040BF89535">
    <w:name w:val="212F519CDC5943F5A94805040BF8953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5053576C604E649588ECADD27B2F6B">
    <w:name w:val="DF5053576C604E649588ECADD27B2F6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E06078FB7684D8998A1AA4940786C53">
    <w:name w:val="2E06078FB7684D8998A1AA4940786C5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EB25ACD2FB4EEBBA4D1C9FE774B4D4">
    <w:name w:val="DFEB25ACD2FB4EEBBA4D1C9FE774B4D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9D4E1333134A2E80423C131593B9FB">
    <w:name w:val="059D4E1333134A2E80423C131593B9F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1E839BF3BE4764BA6645F5A1E625B6">
    <w:name w:val="401E839BF3BE4764BA6645F5A1E625B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04A776950A40589381FA5F59BAE781">
    <w:name w:val="DC04A776950A40589381FA5F59BAE78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2ADBD7645D4905BF51E1BB944BD063">
    <w:name w:val="F42ADBD7645D4905BF51E1BB944BD06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60F693D1C44A7D97761929B8E2F748">
    <w:name w:val="0060F693D1C44A7D97761929B8E2F74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52026BD90F451CB002DD5E752056E3">
    <w:name w:val="6F52026BD90F451CB002DD5E752056E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2E008D340840A8B5A3311F92D719E6">
    <w:name w:val="6C2E008D340840A8B5A3311F92D719E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C16A67D2504283BAF61FC95B6C57A3">
    <w:name w:val="0FC16A67D2504283BAF61FC95B6C57A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A19336D42244A4B28DE4DE6C8A047A">
    <w:name w:val="4BA19336D42244A4B28DE4DE6C8A047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4F2E173C434B5E83FCDC937CFA470B">
    <w:name w:val="924F2E173C434B5E83FCDC937CFA470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F18567D9D0491FA56C8ECDFFB89168">
    <w:name w:val="B6F18567D9D0491FA56C8ECDFFB8916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3FFD1296A443A092E850358E564BFC">
    <w:name w:val="343FFD1296A443A092E850358E564BF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6A1CC92DBA4C9490B7C831CB243E6C">
    <w:name w:val="136A1CC92DBA4C9490B7C831CB243E6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95180E634649DEB847AA1BA7A8BF23">
    <w:name w:val="5B95180E634649DEB847AA1BA7A8BF2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46C08FFB0F4A169EE652CCA66B5157">
    <w:name w:val="E846C08FFB0F4A169EE652CCA66B515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67E755926D40D7B8AC18E455A203D0">
    <w:name w:val="0A67E755926D40D7B8AC18E455A203D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6F6C7834E445C091CEFD566B0D92CB">
    <w:name w:val="0A6F6C7834E445C091CEFD566B0D92C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E1499F48114F1E9EA500144B1D470B">
    <w:name w:val="8EE1499F48114F1E9EA500144B1D470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BEC868F14041E9A633803F80950A10">
    <w:name w:val="FCBEC868F14041E9A633803F80950A1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81C98C839C4E54BB12F1F5A5BCDCE6">
    <w:name w:val="0781C98C839C4E54BB12F1F5A5BCDCE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E7D539F4194499AC30DAB0421456DA">
    <w:name w:val="C0E7D539F4194499AC30DAB0421456D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3DFD2DD5054F059BAF667734DAA1F3">
    <w:name w:val="AF3DFD2DD5054F059BAF667734DAA1F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E088E63EDF49AE8BD6114CAA2FA9E4">
    <w:name w:val="08E088E63EDF49AE8BD6114CAA2FA9E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E92378A7314E0D8E925138B624177A">
    <w:name w:val="C6E92378A7314E0D8E925138B624177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138ABF9A644C1597222D54DD0B476F">
    <w:name w:val="66138ABF9A644C1597222D54DD0B476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74A044A14A4C52AB8F90E21C680B1C">
    <w:name w:val="E574A044A14A4C52AB8F90E21C680B1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78DBEFC0A146EE97E8BF523B53FC35">
    <w:name w:val="EC78DBEFC0A146EE97E8BF523B53FC3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533EA45511743D99B1EECABD0525EF1">
    <w:name w:val="4533EA45511743D99B1EECABD0525EF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A5A9C510794C9A9417CBB9B465B7CB">
    <w:name w:val="01A5A9C510794C9A9417CBB9B465B7C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6CDCBD76064360ACBC8D1E1E540C9C">
    <w:name w:val="216CDCBD76064360ACBC8D1E1E540C9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1970BF8EFB44508C5CBF439327FEDA">
    <w:name w:val="DF1970BF8EFB44508C5CBF439327FED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F394D3B6F74D59BAB67A814E33BAA4">
    <w:name w:val="CBF394D3B6F74D59BAB67A814E33BAA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C26580D4CE429CB08EAD1199E20B1E">
    <w:name w:val="EDC26580D4CE429CB08EAD1199E20B1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09C406AA21E491085F0950E54A335A3">
    <w:name w:val="309C406AA21E491085F0950E54A335A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0C6FA023E2482D93ED15873E00D54C">
    <w:name w:val="DF0C6FA023E2482D93ED15873E00D54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30FBF990BF44F093EA32777E6448DE">
    <w:name w:val="C130FBF990BF44F093EA32777E6448D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D07F438543424AB4C3776C1B6EDA3E">
    <w:name w:val="B4D07F438543424AB4C3776C1B6EDA3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8726AB9EE64094BC24E99181BC7615">
    <w:name w:val="408726AB9EE64094BC24E99181BC761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5BDF79DF804AD0907DEFAB874089EF">
    <w:name w:val="7E5BDF79DF804AD0907DEFAB874089E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8C1D5C22FC4F8C951E2E77B7C3C986">
    <w:name w:val="BC8C1D5C22FC4F8C951E2E77B7C3C98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FF80A3DAD7043C4B7B5902572A4B8F8">
    <w:name w:val="BFF80A3DAD7043C4B7B5902572A4B8F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C5198C223C468DA5AB1C4C497360AC">
    <w:name w:val="61C5198C223C468DA5AB1C4C497360A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2CF78035F71445891249F1552FCC296">
    <w:name w:val="12CF78035F71445891249F1552FCC29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3619D5912D49598DE710DDB2DE314A">
    <w:name w:val="1E3619D5912D49598DE710DDB2DE314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EE22A7E6B6466A9FF4E8014B64766C">
    <w:name w:val="2DEE22A7E6B6466A9FF4E8014B64766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8E1E2A14F94964BE2EF7A326D269C6">
    <w:name w:val="CE8E1E2A14F94964BE2EF7A326D269C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5872899FCC4DEA94FBA49561541E02">
    <w:name w:val="F85872899FCC4DEA94FBA49561541E0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65254DEEBD46D5948336731965F233">
    <w:name w:val="D765254DEEBD46D5948336731965F23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01A9148B1D4E2CBFF12813F59513E3">
    <w:name w:val="5901A9148B1D4E2CBFF12813F59513E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DADC0438B549219CF941E6900A4A8A">
    <w:name w:val="99DADC0438B549219CF941E6900A4A8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CD3E86726B4420BDAA62FF146662FF">
    <w:name w:val="9ACD3E86726B4420BDAA62FF146662F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6E1400DF074EB29B01287DE0BB1EF8">
    <w:name w:val="F16E1400DF074EB29B01287DE0BB1EF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EA349BB27344EDBDC8E02EF45EDD42">
    <w:name w:val="C1EA349BB27344EDBDC8E02EF45EDD4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5EB345E36742CEB434C1FC5CE6BA82">
    <w:name w:val="CA5EB345E36742CEB434C1FC5CE6BA8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BC8356A3444D3EA012E78DD29E734E">
    <w:name w:val="14BC8356A3444D3EA012E78DD29E734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87378E8C4174CD681F0CE3B4AA23050">
    <w:name w:val="187378E8C4174CD681F0CE3B4AA2305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7B342114E58467AACE6FB7010068B11">
    <w:name w:val="97B342114E58467AACE6FB7010068B1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798A26E11A4B2EB3DF342DC09E920C">
    <w:name w:val="BE798A26E11A4B2EB3DF342DC09E920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3F63F21D574D669A72B9F419673C2A">
    <w:name w:val="CA3F63F21D574D669A72B9F419673C2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2C02AA19BB4A27B3EB25859BCD46B2">
    <w:name w:val="FF2C02AA19BB4A27B3EB25859BCD46B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8F787408BD4F0DB4D677A5E9321A2D">
    <w:name w:val="938F787408BD4F0DB4D677A5E9321A2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69DEB7E1454B4CAE0D72229A4021D8">
    <w:name w:val="2869DEB7E1454B4CAE0D72229A4021D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C3B1B0C38D44EC822FA68D8C5F7490">
    <w:name w:val="D4C3B1B0C38D44EC822FA68D8C5F749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BB80BE910E4B6BBB1470CAB5D5BC12">
    <w:name w:val="24BB80BE910E4B6BBB1470CAB5D5BC1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31D2CFFFA94B5C9A60AD6A929DCDFA">
    <w:name w:val="7831D2CFFFA94B5C9A60AD6A929DCDF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EE78B22D7A4E2882C5B58E67108F23">
    <w:name w:val="7AEE78B22D7A4E2882C5B58E67108F2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BC1C371A3449C28FF4B98A74172344">
    <w:name w:val="EEBC1C371A3449C28FF4B98A7417234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D9B87BDAA54EA9830BC67340E187C4">
    <w:name w:val="3ED9B87BDAA54EA9830BC67340E187C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EC3038F5BB4F6EAB7C885E6665D0F3">
    <w:name w:val="CCEC3038F5BB4F6EAB7C885E6665D0F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2C22FA6E1A94459B991763365EA6F02">
    <w:name w:val="12C22FA6E1A94459B991763365EA6F0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F13220AA5D4FDAB79C3E6E0893EA98">
    <w:name w:val="19F13220AA5D4FDAB79C3E6E0893EA9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877C577463467A8F747E84ED50C4E8">
    <w:name w:val="64877C577463467A8F747E84ED50C4E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A5D50068BB4ADFA2FD7DAC95759947">
    <w:name w:val="9BA5D50068BB4ADFA2FD7DAC9575994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9DB671FFFA4A40921C321CB51EFE65">
    <w:name w:val="BB9DB671FFFA4A40921C321CB51EFE6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EF35C839E249ED9278ACDFC4024921">
    <w:name w:val="01EF35C839E249ED9278ACDFC402492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D612E770B449A7A07EC28D1CF81A34">
    <w:name w:val="A4D612E770B449A7A07EC28D1CF81A3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3B7F71BAD343E18BFD70C7A59D0FFE">
    <w:name w:val="AE3B7F71BAD343E18BFD70C7A59D0FF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883C8280DD404B91AB79EAF337BB1E">
    <w:name w:val="94883C8280DD404B91AB79EAF337BB1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EB85FF9E82484DB10CF330959D09F2">
    <w:name w:val="44EB85FF9E82484DB10CF330959D09F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EC0807E5A243F79295E51201013BD5">
    <w:name w:val="B7EC0807E5A243F79295E51201013BD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D982D4415947ED9755062E56D9DAC2">
    <w:name w:val="90D982D4415947ED9755062E56D9DAC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C8887858874A58B7191F33181B22A7">
    <w:name w:val="E5C8887858874A58B7191F33181B22A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A8628F64EB4A38BA73D226AB1D61B1">
    <w:name w:val="02A8628F64EB4A38BA73D226AB1D61B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E62584692F343DCBFF1D532A65825A7">
    <w:name w:val="2E62584692F343DCBFF1D532A65825A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FB7896FE264D2EAD58034EB7BD9AEC">
    <w:name w:val="5AFB7896FE264D2EAD58034EB7BD9AE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D5940BEF5E4B0DA9DD91771E80555C">
    <w:name w:val="FAD5940BEF5E4B0DA9DD91771E80555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F883EAA9CC47559837435842E06F80">
    <w:name w:val="E2F883EAA9CC47559837435842E06F8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65A1AF0977E49A68CC946C1CF1CA2C8">
    <w:name w:val="465A1AF0977E49A68CC946C1CF1CA2C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C073CC8BE64E519703621902E8535E">
    <w:name w:val="E3C073CC8BE64E519703621902E8535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C2FCB01D4245B2B33213253AAC362C">
    <w:name w:val="DCC2FCB01D4245B2B33213253AAC362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A25E60092F4A5FB2D3BACC2583F926">
    <w:name w:val="F0A25E60092F4A5FB2D3BACC2583F92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6167C0BC584A8BA4FBAD4FBEC7DC77">
    <w:name w:val="CB6167C0BC584A8BA4FBAD4FBEC7DC7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5FBEA55F6B4DE28847EC05DBB2EA7B">
    <w:name w:val="F65FBEA55F6B4DE28847EC05DBB2EA7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94DCF5BE554B2392057D7E502EAD97">
    <w:name w:val="F594DCF5BE554B2392057D7E502EAD9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4A13E57888440FA45BFE181343A267">
    <w:name w:val="1C4A13E57888440FA45BFE181343A26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B8DC1B758245088322BC4446C34501">
    <w:name w:val="FAB8DC1B758245088322BC4446C3450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6F633F56A5462CA6C821CC012748D3">
    <w:name w:val="E96F633F56A5462CA6C821CC012748D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183A41EE0D49229BFD766CB2C95295">
    <w:name w:val="48183A41EE0D49229BFD766CB2C9529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E5991008AC48BD811088F0272E15A7">
    <w:name w:val="87E5991008AC48BD811088F0272E15A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DEF3ACDBB64BEBA10B53AA36F4EA94">
    <w:name w:val="16DEF3ACDBB64BEBA10B53AA36F4EA9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503A4E797B446A9F949223254C9EAF">
    <w:name w:val="80503A4E797B446A9F949223254C9EA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9EA28D4387C4FB08ACDA44AC222491D">
    <w:name w:val="F9EA28D4387C4FB08ACDA44AC222491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04748038D8432CBD179AD9FFA04BDE">
    <w:name w:val="A204748038D8432CBD179AD9FFA04BD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8201CEB1114B22B52FBC1C20A323D7">
    <w:name w:val="D18201CEB1114B22B52FBC1C20A323D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B2A7E684074576A72268500A19F5A7">
    <w:name w:val="6CB2A7E684074576A72268500A19F5A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D7B46076284B54AFB8F07A2D599601">
    <w:name w:val="F4D7B46076284B54AFB8F07A2D59960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EF8EEF502A454EB2D9A8B4140B26AE">
    <w:name w:val="44EF8EEF502A454EB2D9A8B4140B26A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B33A5E496F461586EEE7F2DD792448">
    <w:name w:val="C8B33A5E496F461586EEE7F2DD79244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90994E15E44804AE1F88F01AF863C9">
    <w:name w:val="2690994E15E44804AE1F88F01AF863C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66DAEE4B7B4459ABCD8F9BB201E7B7">
    <w:name w:val="0966DAEE4B7B4459ABCD8F9BB201E7B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8D03355E4D4836A81691A2ADFEADD4">
    <w:name w:val="418D03355E4D4836A81691A2ADFEADD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878EC59581416CBA368275CC73D0E7">
    <w:name w:val="CB878EC59581416CBA368275CC73D0E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26D9CC91694DBF98B9D54FBB65F1DC">
    <w:name w:val="E226D9CC91694DBF98B9D54FBB65F1D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1BE4CF082846B199E6C4CC56D55F14">
    <w:name w:val="7D1BE4CF082846B199E6C4CC56D55F1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CFBA7222F94922A105424ABF0B7FFE">
    <w:name w:val="92CFBA7222F94922A105424ABF0B7FF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5FEC874B9742DABBAF4E6CDC0A9E8E">
    <w:name w:val="155FEC874B9742DABBAF4E6CDC0A9E8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6C56C3AC23452993ABA558FF4C6E98">
    <w:name w:val="736C56C3AC23452993ABA558FF4C6E9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201AD535AF47519E51CADF00EEB490">
    <w:name w:val="0E201AD535AF47519E51CADF00EEB49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1E4005E880409BBD040E62B71A40EC">
    <w:name w:val="F51E4005E880409BBD040E62B71A40E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855CB972FB437EA2AAAFF85B8BF1EC">
    <w:name w:val="10855CB972FB437EA2AAAFF85B8BF1E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0541FF994648D2833F3D301D3D35E1">
    <w:name w:val="CB0541FF994648D2833F3D301D3D35E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570B7057E34063BCE8E6D1BAACC735">
    <w:name w:val="E8570B7057E34063BCE8E6D1BAACC73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035419E1024BC4800255E24DA90290">
    <w:name w:val="6F035419E1024BC4800255E24DA9029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F92E067BF9460D8FEC6F9150D45E23">
    <w:name w:val="F1F92E067BF9460D8FEC6F9150D45E2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198B0B54ED4E81A5EC29605A8EB045">
    <w:name w:val="86198B0B54ED4E81A5EC29605A8EB04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B87D402DFA4A559544B19D0B766BAD">
    <w:name w:val="35B87D402DFA4A559544B19D0B766BA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0C75598C66437897A2A4CE59CD82F3">
    <w:name w:val="470C75598C66437897A2A4CE59CD82F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D3DCE3B68C44D1AC501876E7F9214F">
    <w:name w:val="A7D3DCE3B68C44D1AC501876E7F9214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04094A5E5A41318572E4D361D52BF4">
    <w:name w:val="2304094A5E5A41318572E4D361D52BF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DB20A841E34910826BA95195BD96A6">
    <w:name w:val="A3DB20A841E34910826BA95195BD96A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974AD85BF54734BBEFBCF21FD39C13">
    <w:name w:val="E9974AD85BF54734BBEFBCF21FD39C1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B6E1D43E464185ADFD947ACC8EE9A6">
    <w:name w:val="99B6E1D43E464185ADFD947ACC8EE9A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0C967533DD4374B7D1A6C9CED80600">
    <w:name w:val="5A0C967533DD4374B7D1A6C9CED8060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15B93F1CB74F8B81E631F117996263">
    <w:name w:val="1D15B93F1CB74F8B81E631F11799626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E895010A284D6DA1577FB2346665AC">
    <w:name w:val="58E895010A284D6DA1577FB2346665A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4150FC248442D8866D3ADAD1466B81">
    <w:name w:val="5B4150FC248442D8866D3ADAD1466B8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720192C600428F9EB531D84AD9DB19">
    <w:name w:val="A1720192C600428F9EB531D84AD9DB1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511D8386FF4B47AE88FDCD96A3CFD5">
    <w:name w:val="14511D8386FF4B47AE88FDCD96A3CFD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34813BAE51E4C7EB21D8BB3AF128E5E">
    <w:name w:val="534813BAE51E4C7EB21D8BB3AF128E5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70A2BDB4794003AC869486AF457653">
    <w:name w:val="9D70A2BDB4794003AC869486AF45765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946CA90E314387ABBF5225FF26B779">
    <w:name w:val="D7946CA90E314387ABBF5225FF26B77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3F3481474B45C79C2B0CFED832ECFE">
    <w:name w:val="2A3F3481474B45C79C2B0CFED832ECF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5AB0B2E2964AECAC628D3660B40086">
    <w:name w:val="825AB0B2E2964AECAC628D3660B4008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EC0D52EE3A46E8805901FDD5AD9D67">
    <w:name w:val="16EC0D52EE3A46E8805901FDD5AD9D6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4386EA969D4CB7A121BA9C108718E1">
    <w:name w:val="734386EA969D4CB7A121BA9C108718E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48C10CAE6A4233959D8891B8DDFD44">
    <w:name w:val="EF48C10CAE6A4233959D8891B8DDFD4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098CB9180B484CA99BA068A3487B4D">
    <w:name w:val="04098CB9180B484CA99BA068A3487B4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D3582918E454EAFBACB18EE0FF60D">
    <w:name w:val="250D3582918E454EAFBACB18EE0FF60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8540F2FF0247EE9C0F0B53BC520B0F">
    <w:name w:val="288540F2FF0247EE9C0F0B53BC520B0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826971B8C14F0A859C126AFE880E19">
    <w:name w:val="4A826971B8C14F0A859C126AFE880E1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8CBA21D65D4B23B6B76DEDA8E4E939">
    <w:name w:val="C48CBA21D65D4B23B6B76DEDA8E4E93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75EC68EA2644029C22D589F20F734E">
    <w:name w:val="B875EC68EA2644029C22D589F20F734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CF82B948304BB8BE4A1FADE0D13E5F">
    <w:name w:val="89CF82B948304BB8BE4A1FADE0D13E5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527520689A410A865B1196FEB9BEB0">
    <w:name w:val="4B527520689A410A865B1196FEB9BEB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E3DE2EB21249379D8353EB00BAE750">
    <w:name w:val="86E3DE2EB21249379D8353EB00BAE75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C3DC83950E4EDD895129BA703FBC48">
    <w:name w:val="89C3DC83950E4EDD895129BA703FBC4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B15B05CDE2451CBD98E67BB3920FB6">
    <w:name w:val="25B15B05CDE2451CBD98E67BB3920FB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616F63321D4F8399A464EA84D6CD85">
    <w:name w:val="C7616F63321D4F8399A464EA84D6CD8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CCEC32F3B44466A5882193E8795048">
    <w:name w:val="35CCEC32F3B44466A5882193E879504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58590A24744963BAA244FF11B6CA08">
    <w:name w:val="8C58590A24744963BAA244FF11B6CA0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F1E91591424091827094483C8838E7">
    <w:name w:val="42F1E91591424091827094483C8838E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34567A071447EFA80165B1E6DFD2F6">
    <w:name w:val="AA34567A071447EFA80165B1E6DFD2F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0E93AB64B8469581DDC1C835BD3B94">
    <w:name w:val="A90E93AB64B8469581DDC1C835BD3B9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6DCCF3CEFA468D83839034FAD48426">
    <w:name w:val="316DCCF3CEFA468D83839034FAD4842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2C39B7F1F640178D97FCCBB462976E">
    <w:name w:val="8F2C39B7F1F640178D97FCCBB462976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56B4FE00D94E70936A8847D2961EB6">
    <w:name w:val="6156B4FE00D94E70936A8847D2961EB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AB14A561D54B29BA9D3B395546F8C9">
    <w:name w:val="2FAB14A561D54B29BA9D3B395546F8C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69D6B5CAD545D18BDEFB375D570271">
    <w:name w:val="5D69D6B5CAD545D18BDEFB375D57027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B53FC744BC947B2A13634E291CB283B">
    <w:name w:val="AB53FC744BC947B2A13634E291CB283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140900643E455E849AE8A4CB320705">
    <w:name w:val="35140900643E455E849AE8A4CB32070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24029D56ED24B888D544AD497A27317">
    <w:name w:val="F24029D56ED24B888D544AD497A2731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B6C1B110984C0EB056B47473FD475C">
    <w:name w:val="21B6C1B110984C0EB056B47473FD475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66CAF568AD4A2C882DE6B2CB1724FE">
    <w:name w:val="CC66CAF568AD4A2C882DE6B2CB1724F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CDFB221704400E851EF7DD41A08F45">
    <w:name w:val="EECDFB221704400E851EF7DD41A08F4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90E974389340F386B3C5DBC4BCA4EE">
    <w:name w:val="5690E974389340F386B3C5DBC4BCA4E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D8A60F9D904E739877700469AA9838">
    <w:name w:val="EBD8A60F9D904E739877700469AA983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E7BDCAA9EC4CF4A455BD1A0E4FCE05">
    <w:name w:val="BCE7BDCAA9EC4CF4A455BD1A0E4FCE0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59D104C4954FFE9F5034812F9C1C65">
    <w:name w:val="1E59D104C4954FFE9F5034812F9C1C6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CCF3A430034039B9C80F176E881ABF">
    <w:name w:val="04CCF3A430034039B9C80F176E881AB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A449CA1491486397BE21D352DE2EE5">
    <w:name w:val="42A449CA1491486397BE21D352DE2EE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7DFBE5F5D94567BFD05F9B0E3D9B20">
    <w:name w:val="A37DFBE5F5D94567BFD05F9B0E3D9B2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87B9C8550D48379FF7D3484BC78157">
    <w:name w:val="D387B9C8550D48379FF7D3484BC7815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82442F6D0F4569A0EF045196D1B391">
    <w:name w:val="F582442F6D0F4569A0EF045196D1B39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ECDB4A850441C0BE748CD37BC9C19E">
    <w:name w:val="22ECDB4A850441C0BE748CD37BC9C19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818AA231A543749AC9781797223D42">
    <w:name w:val="92818AA231A543749AC9781797223D4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F8989D7AE04F588E2BD4E7C24B821C">
    <w:name w:val="A9F8989D7AE04F588E2BD4E7C24B821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973D6962C0492E83B7AAEC461A47DA">
    <w:name w:val="04973D6962C0492E83B7AAEC461A47D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5F30E708EE4A8DAD3CE5A45F318E08">
    <w:name w:val="AA5F30E708EE4A8DAD3CE5A45F318E0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0A34FC217B4129B13A276E437E52A9">
    <w:name w:val="240A34FC217B4129B13A276E437E52A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DD5F528ADD4F398A51C07066C6D59B">
    <w:name w:val="6ADD5F528ADD4F398A51C07066C6D59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396EED0278B482998912EA95FC4CDE4">
    <w:name w:val="C396EED0278B482998912EA95FC4CDE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DB72AA1ED04C73A70568A7719004FA">
    <w:name w:val="04DB72AA1ED04C73A70568A7719004F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4C51710E0D4D779A25EBB9D9A0F46F">
    <w:name w:val="F64C51710E0D4D779A25EBB9D9A0F46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1EE8C8F0BC45D48A1871C838545B4A">
    <w:name w:val="5E1EE8C8F0BC45D48A1871C838545B4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569A29C6FE46C8B388DBE4448A5661">
    <w:name w:val="26569A29C6FE46C8B388DBE4448A566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5A3326F34345348B18D42CD0234F81">
    <w:name w:val="A25A3326F34345348B18D42CD0234F8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86BBBA89664DC49D62FD3413BD4AA8">
    <w:name w:val="0286BBBA89664DC49D62FD3413BD4AA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258A62E2B174383AF5980FED744062A">
    <w:name w:val="C258A62E2B174383AF5980FED744062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5A18D9774D0432CBF36E057F30017B9">
    <w:name w:val="C5A18D9774D0432CBF36E057F30017B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69DDFD342A49D88D80AA73E5B6701C">
    <w:name w:val="E069DDFD342A49D88D80AA73E5B6701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4102AD042D461583134276A2F6C140">
    <w:name w:val="3F4102AD042D461583134276A2F6C14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F08676ACE7441D93775944BC409713">
    <w:name w:val="2DF08676ACE7441D93775944BC40971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E6FB31B51C425E99D7F35BED89CF35">
    <w:name w:val="4CE6FB31B51C425E99D7F35BED89CF3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A31E1DB37D94E31BFE9E05321E36D7E">
    <w:name w:val="EA31E1DB37D94E31BFE9E05321E36D7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E21C3AA9EA47DE9FF9AA502402823E">
    <w:name w:val="0AE21C3AA9EA47DE9FF9AA502402823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DDFF0BE9C1474AA522E59EDACE366C">
    <w:name w:val="F6DDFF0BE9C1474AA522E59EDACE366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330C5AF535426BB8EA5ED04B5BA706">
    <w:name w:val="F4330C5AF535426BB8EA5ED04B5BA70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F1AE5DC9D84649B991DC96F359D119">
    <w:name w:val="A4F1AE5DC9D84649B991DC96F359D11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5FE997EC424F29B073D194D3D2F9BF">
    <w:name w:val="E45FE997EC424F29B073D194D3D2F9B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EEFB5E01B749CFBFC0647CE5AEE2D4">
    <w:name w:val="80EEFB5E01B749CFBFC0647CE5AEE2D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D034EB2F244C41A1A2DA7D1BE0D240">
    <w:name w:val="CCD034EB2F244C41A1A2DA7D1BE0D24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346AFDB2A347EDB733A5A910C1485A">
    <w:name w:val="62346AFDB2A347EDB733A5A910C1485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882C1EA4764A6B80AD4317ABEC8343">
    <w:name w:val="E3882C1EA4764A6B80AD4317ABEC834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C4F42B5F4848A886A248B7DF3B7CD7">
    <w:name w:val="D9C4F42B5F4848A886A248B7DF3B7CD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D90A3092F247FF9BD6ABA7CFD6CC6D">
    <w:name w:val="F3D90A3092F247FF9BD6ABA7CFD6CC6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65602F9491495ABB9140464814A94E">
    <w:name w:val="5A65602F9491495ABB9140464814A94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27E5AE8C754925A413707AE370E91F">
    <w:name w:val="3F27E5AE8C754925A413707AE370E91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D1EF23B808443AB983B70E628FC7AA">
    <w:name w:val="F3D1EF23B808443AB983B70E628FC7A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703BEEAE9F477DBE11984A61D2F904">
    <w:name w:val="3A703BEEAE9F477DBE11984A61D2F90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D1CA32835F420CBA537C76BAAA6F42">
    <w:name w:val="FDD1CA32835F420CBA537C76BAAA6F4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F1761BE41D4189956A05C66EA09A59">
    <w:name w:val="96F1761BE41D4189956A05C66EA09A5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39CB8F130624D0488931C044C22BC79">
    <w:name w:val="539CB8F130624D0488931C044C22BC7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A9F991C78C42169DFBF6208DAF261A">
    <w:name w:val="D7A9F991C78C42169DFBF6208DAF261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B3C89A17FA4A4EA232DE481D18BC34">
    <w:name w:val="91B3C89A17FA4A4EA232DE481D18BC3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682C77CB184D99A184335EB9A8234B">
    <w:name w:val="A2682C77CB184D99A184335EB9A8234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2ED27FCB9C467DBC07DE806884EDD0">
    <w:name w:val="D62ED27FCB9C467DBC07DE806884EDD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08AB2A3DF04E118AD05DFB1231E215">
    <w:name w:val="B308AB2A3DF04E118AD05DFB1231E21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94A7E8AC4E4F1995AB9D4A41C31278">
    <w:name w:val="1A94A7E8AC4E4F1995AB9D4A41C3127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68A6B1F7BC464DAA947748FEB6C7D7">
    <w:name w:val="B668A6B1F7BC464DAA947748FEB6C7D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B2986FD28B4C5EABD7B92C3145649E">
    <w:name w:val="D6B2986FD28B4C5EABD7B92C3145649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C2BEF6C2BE47F593BFD82D63BE069E">
    <w:name w:val="37C2BEF6C2BE47F593BFD82D63BE069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A01F1EF4C545C8AE8746744F11CA43">
    <w:name w:val="F7A01F1EF4C545C8AE8746744F11CA4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B39E3294BC4A9486452B0F376BD4F0">
    <w:name w:val="61B39E3294BC4A9486452B0F376BD4F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797D49753A43A386B3F8CED095946A">
    <w:name w:val="0A797D49753A43A386B3F8CED095946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E1C925EFC74F3DA0CBE29B43876CA0">
    <w:name w:val="EDE1C925EFC74F3DA0CBE29B43876CA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03B781F71C469A94824FF64BC4CA46">
    <w:name w:val="8003B781F71C469A94824FF64BC4CA4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01ABA662684269AC4AEAB9A3BAAC8F">
    <w:name w:val="D301ABA662684269AC4AEAB9A3BAAC8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B7B7C0502641B6B225C11B6C4F4937">
    <w:name w:val="8FB7B7C0502641B6B225C11B6C4F493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6C805003724FD3A76DA639C7EFAEBE">
    <w:name w:val="256C805003724FD3A76DA639C7EFAEB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75BAE8E5844C23B8EF58B62B058B41">
    <w:name w:val="5875BAE8E5844C23B8EF58B62B058B4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7E68B4C98444C387CC4115AFB2061B">
    <w:name w:val="C07E68B4C98444C387CC4115AFB2061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2B34FFFBCD456E95F8865EC9EC1612">
    <w:name w:val="282B34FFFBCD456E95F8865EC9EC161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44E2D93E904670AEAAA08A7E1A3D2B">
    <w:name w:val="EB44E2D93E904670AEAAA08A7E1A3D2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E3A0E27D974459BF95025020490D56">
    <w:name w:val="3DE3A0E27D974459BF95025020490D5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6B09A14933439080BCC1F713784E82">
    <w:name w:val="066B09A14933439080BCC1F713784E8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2BC9DA68C5F4A389A2949D5A78CA09A">
    <w:name w:val="12BC9DA68C5F4A389A2949D5A78CA09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FCB9457A927401E95B016934FFC8830">
    <w:name w:val="1FCB9457A927401E95B016934FFC883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E639220F51401892DAE272003B1626">
    <w:name w:val="C7E639220F51401892DAE272003B162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FEF0EF66FBC479AB3E3B21A0D50B9F7">
    <w:name w:val="1FEF0EF66FBC479AB3E3B21A0D50B9F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7CCEA8782E4333933028A0391B50DC">
    <w:name w:val="DB7CCEA8782E4333933028A0391B50D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A159203A26464589D1905E38E92AE9">
    <w:name w:val="A8A159203A26464589D1905E38E92AE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A1F8CB86E649FABF2FE520273186F6">
    <w:name w:val="20A1F8CB86E649FABF2FE520273186F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3397D43641444582DFE560EF024B6C">
    <w:name w:val="033397D43641444582DFE560EF024B6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F0A3EDD00C47DA82E91AC8C03FA8B1">
    <w:name w:val="57F0A3EDD00C47DA82E91AC8C03FA8B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8D74645E65F43B086C106E01F2CB02A">
    <w:name w:val="18D74645E65F43B086C106E01F2CB02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73CF332C1D4AF790CC38231A5A3109">
    <w:name w:val="6473CF332C1D4AF790CC38231A5A310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FCF5058B7149518B53D47486577703">
    <w:name w:val="78FCF5058B7149518B53D4748657770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8A326DC17B4D90897BEA34D0FC8871">
    <w:name w:val="658A326DC17B4D90897BEA34D0FC887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43320950C7450B8AFE8AFB90F8621D">
    <w:name w:val="EB43320950C7450B8AFE8AFB90F8621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046DDBD5CF4566AA6D95E169CED430">
    <w:name w:val="CB046DDBD5CF4566AA6D95E169CED43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11597A083C44FABD70F34B1C95538C">
    <w:name w:val="7F11597A083C44FABD70F34B1C95538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E4CD4057F14B9DA709D14BB058E50D">
    <w:name w:val="DCE4CD4057F14B9DA709D14BB058E50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15F45B19E5848B4B4FDF74A579649B4">
    <w:name w:val="815F45B19E5848B4B4FDF74A579649B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DF48028A38470F9FBAC9D576CD650E">
    <w:name w:val="F3DF48028A38470F9FBAC9D576CD650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5D414783A947E9B4B458A46A1D4098">
    <w:name w:val="775D414783A947E9B4B458A46A1D409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8C9F4D14E64EF8BA13368324C3AD80">
    <w:name w:val="F78C9F4D14E64EF8BA13368324C3AD8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6CA2030A334FF0A2FF78CC7D7FCCD0">
    <w:name w:val="686CA2030A334FF0A2FF78CC7D7FCCD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8CF85985434812A8AC66A5681A1842">
    <w:name w:val="DA8CF85985434812A8AC66A5681A184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8360D8061340348EAF943086D82494">
    <w:name w:val="578360D8061340348EAF943086D8249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0D5B6C29124946BD5206CE41A6006F">
    <w:name w:val="F50D5B6C29124946BD5206CE41A6006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A87BAD029244FD96EB5D00FE62B57B">
    <w:name w:val="54A87BAD029244FD96EB5D00FE62B57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9699F72ED64D94AB6BA3DB806E8C0F">
    <w:name w:val="C89699F72ED64D94AB6BA3DB806E8C0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00068294794505B1999ACF9A483194">
    <w:name w:val="E600068294794505B1999ACF9A48319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A582C68D9C4F2495DDBF2F036FC3E4">
    <w:name w:val="E0A582C68D9C4F2495DDBF2F036FC3E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13C2D291104CFB9232A0F694AC1AAA">
    <w:name w:val="E013C2D291104CFB9232A0F694AC1AA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FEABC80737441BAF9DB996B93C3FBE">
    <w:name w:val="F3FEABC80737441BAF9DB996B93C3FB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1AEC3F3DCB4278A1B3039B29D52076">
    <w:name w:val="0E1AEC3F3DCB4278A1B3039B29D5207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52166C743949E696FDFEEA3EDFF7D5">
    <w:name w:val="A452166C743949E696FDFEEA3EDFF7D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C667ACDA1549DCAAEC44967C9D92DE">
    <w:name w:val="5EC667ACDA1549DCAAEC44967C9D92D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5A9D8A4A314D698CA64F987A9D9D25">
    <w:name w:val="5F5A9D8A4A314D698CA64F987A9D9D2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A8AB2DBFE74BA59E2197B514D4565B">
    <w:name w:val="29A8AB2DBFE74BA59E2197B514D4565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7BE08FDD594A858851CFF3ACB61BDA">
    <w:name w:val="1D7BE08FDD594A858851CFF3ACB61BD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F071708DB4470A8BEF49127AB13481">
    <w:name w:val="EFF071708DB4470A8BEF49127AB1348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ACE45B24474FCB98C0DBF2D4B7268F">
    <w:name w:val="FCACE45B24474FCB98C0DBF2D4B7268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6166082B9B406991AD54CA65ED8ECB">
    <w:name w:val="906166082B9B406991AD54CA65ED8EC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079B7E018D415992BA6B0FE2BE2835">
    <w:name w:val="DF079B7E018D415992BA6B0FE2BE283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FE20E40B0547DC8D387EEA0609B919">
    <w:name w:val="A7FE20E40B0547DC8D387EEA0609B91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B8C73153234E2E93AB74C6F2FA08A5">
    <w:name w:val="CAB8C73153234E2E93AB74C6F2FA08A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802326E53741F39739719BD5C68832">
    <w:name w:val="92802326E53741F39739719BD5C6883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A89EE8DFB4404C8298873130E23F71">
    <w:name w:val="DCA89EE8DFB4404C8298873130E23F7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3F31C0AD4F4F9BA7D4313958C436CD">
    <w:name w:val="3B3F31C0AD4F4F9BA7D4313958C436C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12F35A373E4C18975037701CCBD184">
    <w:name w:val="3F12F35A373E4C18975037701CCBD18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04CE5033ED461F8CC471E653E6929C">
    <w:name w:val="0904CE5033ED461F8CC471E653E6929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187C4722D84A18AF6C6E0B62897A92">
    <w:name w:val="4E187C4722D84A18AF6C6E0B62897A9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673E5272404C9A94D6D64965123ED1">
    <w:name w:val="5E673E5272404C9A94D6D64965123ED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F63EDDD1AF4D9AB576A35737D441A5">
    <w:name w:val="68F63EDDD1AF4D9AB576A35737D441A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875D88E52D427982297F8EFFAC96BC">
    <w:name w:val="77875D88E52D427982297F8EFFAC96B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5217760E4F4D8A94AFCF9B00EB66FC">
    <w:name w:val="825217760E4F4D8A94AFCF9B00EB66F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A9E8B66DA2464E9C6FD82649E28566">
    <w:name w:val="F8A9E8B66DA2464E9C6FD82649E2856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BD13E599724A75AF9DCAF040C8DF5A">
    <w:name w:val="38BD13E599724A75AF9DCAF040C8DF5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9E6AB6CCA14E42B6354DE3025C65F0">
    <w:name w:val="B89E6AB6CCA14E42B6354DE3025C65F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1EECF418634ECF8C23DA2662CE93DE">
    <w:name w:val="481EECF418634ECF8C23DA2662CE93D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45358DB2A44B1A8CBE1DC4AE981927">
    <w:name w:val="CF45358DB2A44B1A8CBE1DC4AE98192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68D0B9A78749F2BEBEA540522BC8CB">
    <w:name w:val="1468D0B9A78749F2BEBEA540522BC8C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3C57516FED405AB1E5032D7C1C405F">
    <w:name w:val="033C57516FED405AB1E5032D7C1C405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83C7D8FF0A4DE8834AF5E8E15600D0">
    <w:name w:val="7283C7D8FF0A4DE8834AF5E8E15600D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50C5E98CB94CE6A25480B4D262964D">
    <w:name w:val="E150C5E98CB94CE6A25480B4D262964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911C3C9383493B96730545ED0359B8">
    <w:name w:val="47911C3C9383493B96730545ED0359B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E6F484469A43219668227696AC1D15">
    <w:name w:val="43E6F484469A43219668227696AC1D1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F61B56DBB943B69262F038A220479F">
    <w:name w:val="A6F61B56DBB943B69262F038A220479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32DF6CB9334A7D9B2A1E79896FACEE">
    <w:name w:val="0032DF6CB9334A7D9B2A1E79896FACE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AC0C0E5E164F35933B119E1EBA418E">
    <w:name w:val="7DAC0C0E5E164F35933B119E1EBA418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99BEC153DC745D2BAC80A3A14B64B2C">
    <w:name w:val="399BEC153DC745D2BAC80A3A14B64B2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0CFE89698B4C7D92E2E316E0C97ED0">
    <w:name w:val="400CFE89698B4C7D92E2E316E0C97ED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A45119868A44F4AFBB98D716C55028">
    <w:name w:val="00A45119868A44F4AFBB98D716C5502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D7667CBE3843638653732B6D01F541">
    <w:name w:val="07D7667CBE3843638653732B6D01F54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458B2E229648C2B477CA454A64C583">
    <w:name w:val="92458B2E229648C2B477CA454A64C58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C7ED99BCD845ECB8516D9DA553946D">
    <w:name w:val="E8C7ED99BCD845ECB8516D9DA553946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ACB14441FD4FFDA729936DDEF36981">
    <w:name w:val="CBACB14441FD4FFDA729936DDEF3698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90A75CD3BA4CA4AA2C5594DE9392B6">
    <w:name w:val="EE90A75CD3BA4CA4AA2C5594DE9392B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5FDDC7045A4E959F276E54FC3C4E46">
    <w:name w:val="DA5FDDC7045A4E959F276E54FC3C4E4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3E75AEE0FF408991777A91137387AF">
    <w:name w:val="4C3E75AEE0FF408991777A91137387A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7DF3B2F3794D51BB23B77FCA397A78">
    <w:name w:val="A37DF3B2F3794D51BB23B77FCA397A7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32462BF79DA4585AE182D78BD407E15">
    <w:name w:val="C32462BF79DA4585AE182D78BD407E1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B7EBDD2E0749E8B8F15C887A9F14BC">
    <w:name w:val="29B7EBDD2E0749E8B8F15C887A9F14B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CD37687564495E83F4CF23E3CDD5EB">
    <w:name w:val="1ECD37687564495E83F4CF23E3CDD5E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7E18CC431146CBBB795F161C75F20A">
    <w:name w:val="5E7E18CC431146CBBB795F161C75F20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13E44E4F1348938CC0DFA9F66663B6">
    <w:name w:val="EB13E44E4F1348938CC0DFA9F66663B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BBB93234DE4807BAAB7D8D65D09CDF">
    <w:name w:val="3BBBB93234DE4807BAAB7D8D65D09CD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6BF7BECA7B452F9037DA8E7D5AF3EE">
    <w:name w:val="7A6BF7BECA7B452F9037DA8E7D5AF3E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1E9A451DBD452CBFBE1EAF31806927">
    <w:name w:val="FC1E9A451DBD452CBFBE1EAF3180692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1641377DFD4DFB9B7BCAABFE455A26">
    <w:name w:val="021641377DFD4DFB9B7BCAABFE455A2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B4D1BA15F748A186247C1CD7ADF81D">
    <w:name w:val="3CB4D1BA15F748A186247C1CD7ADF81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E452ED50654E6B9E1B839EB9E37EF0">
    <w:name w:val="76E452ED50654E6B9E1B839EB9E37EF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E973642DD24113BB68322618190A99">
    <w:name w:val="BAE973642DD24113BB68322618190A9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2690EDFE9C433BBBFE3C2BCC733B15">
    <w:name w:val="672690EDFE9C433BBBFE3C2BCC733B1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91C4E1C5F24D7B8B282427DF055031">
    <w:name w:val="8691C4E1C5F24D7B8B282427DF05503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95E75A353243698295D3AC5FE1A9E1">
    <w:name w:val="9595E75A353243698295D3AC5FE1A9E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164BB8D2284806B8AB085FD9E2ECF3">
    <w:name w:val="43164BB8D2284806B8AB085FD9E2ECF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7BABE242994076982BFAD0CA37F262">
    <w:name w:val="1C7BABE242994076982BFAD0CA37F26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8EBA1B75C741B18A22B683DC49E758">
    <w:name w:val="278EBA1B75C741B18A22B683DC49E75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9B6FC9DB094F269B9AB92929E3D6E4">
    <w:name w:val="559B6FC9DB094F269B9AB92929E3D6E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60D5B787E4405493600403716555FA">
    <w:name w:val="8E60D5B787E4405493600403716555F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51D9070F3B469591EC5227C6231907">
    <w:name w:val="9E51D9070F3B469591EC5227C623190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1B6E775AE2406780408933A2782D0E">
    <w:name w:val="581B6E775AE2406780408933A2782D0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4990E2C2DA4E67892433F116CE8E40">
    <w:name w:val="A14990E2C2DA4E67892433F116CE8E4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C886DC3F904406AE3A0D2ECC15FC82">
    <w:name w:val="70C886DC3F904406AE3A0D2ECC15FC8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F6A0AE07544614BE8FBE2A4B3AE396">
    <w:name w:val="CBF6A0AE07544614BE8FBE2A4B3AE39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F6860FE35E48AC9A26431FBB687751">
    <w:name w:val="21F6860FE35E48AC9A26431FBB68775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61E6F119874A50B6E5BE0C89E690ED">
    <w:name w:val="1C61E6F119874A50B6E5BE0C89E690E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79B6B729534B4CB80FC3165E58F0B8">
    <w:name w:val="FF79B6B729534B4CB80FC3165E58F0B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29B8FA28ED4CCFB384C472DD9DA20C">
    <w:name w:val="E829B8FA28ED4CCFB384C472DD9DA20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021ED3025248598C9665C1C3A9A2E0">
    <w:name w:val="3E021ED3025248598C9665C1C3A9A2E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80E28431764E5F9D1E013069D445D1">
    <w:name w:val="3D80E28431764E5F9D1E013069D445D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5DE3A102A947B9892EAE501D91AB13">
    <w:name w:val="685DE3A102A947B9892EAE501D91AB1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BABF7A519840CD81973997A84D132C">
    <w:name w:val="2FBABF7A519840CD81973997A84D132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945CF4DA3A4212AACA5F8C960B9AA4">
    <w:name w:val="41945CF4DA3A4212AACA5F8C960B9AA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5B6F81BDFD40A98CF938004B16D976">
    <w:name w:val="FF5B6F81BDFD40A98CF938004B16D97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EF8392829E46D6A38B6BBFB7B9D694">
    <w:name w:val="43EF8392829E46D6A38B6BBFB7B9D69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0A91341E2440E7B36AF5EA7D5CF6AB">
    <w:name w:val="6E0A91341E2440E7B36AF5EA7D5CF6A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E41B41FF3384D4DAD767E6D854CD5E8">
    <w:name w:val="2E41B41FF3384D4DAD767E6D854CD5E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5A329A2A06421A9CFB2915A1320C40">
    <w:name w:val="5B5A329A2A06421A9CFB2915A1320C4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4847CDE53F44889D68EF90EDB15A68">
    <w:name w:val="054847CDE53F44889D68EF90EDB15A6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20B7A97B5824C369E9B4406F1BBB200">
    <w:name w:val="120B7A97B5824C369E9B4406F1BBB20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4CB304BA6545A390248EE04C12AFF1">
    <w:name w:val="634CB304BA6545A390248EE04C12AFF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2DA560D76B14B7D9C2C22A8684DB5A3">
    <w:name w:val="F2DA560D76B14B7D9C2C22A8684DB5A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904528F3A143A78AF612C71E38455B">
    <w:name w:val="D5904528F3A143A78AF612C71E38455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E68CB6D5D24ED0BF1732CCCE6E937D">
    <w:name w:val="96E68CB6D5D24ED0BF1732CCCE6E937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6A9559275A4E0ABD2E2AE57D95451D">
    <w:name w:val="AE6A9559275A4E0ABD2E2AE57D95451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2B423A47104DB7B83BD5C702B129DE">
    <w:name w:val="DC2B423A47104DB7B83BD5C702B129D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A0602409044E789898816D94171B97">
    <w:name w:val="35A0602409044E789898816D94171B9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008A1100424A1D82FAC7A4B6FE6FDC">
    <w:name w:val="77008A1100424A1D82FAC7A4B6FE6FD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E7966CA3A04468A88ACB77D4DC9F67">
    <w:name w:val="A7E7966CA3A04468A88ACB77D4DC9F6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7A1D3C3C8946768A0A4305223861FB">
    <w:name w:val="747A1D3C3C8946768A0A4305223861F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C37E1DDD5D4A00971EB96C8DD4D14D">
    <w:name w:val="3BC37E1DDD5D4A00971EB96C8DD4D14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07C648C5D8478A9B48D7A33ECADFF4">
    <w:name w:val="E507C648C5D8478A9B48D7A33ECADFF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592D85AB7648D397F2DF2EA8DB2BAC">
    <w:name w:val="20592D85AB7648D397F2DF2EA8DB2BA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86EE755A22413DABD006B49B5EBEFA">
    <w:name w:val="3B86EE755A22413DABD006B49B5EBEF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E165E068394BE0AE7B3F0B2C71750A">
    <w:name w:val="55E165E068394BE0AE7B3F0B2C71750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4AC44A08F14C8F859D20AA1F06390D">
    <w:name w:val="424AC44A08F14C8F859D20AA1F06390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9AF0C1F56DC4049901A189256C547F5">
    <w:name w:val="39AF0C1F56DC4049901A189256C547F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0EE4B6FB6C4B1EB6E957CAAE341CFB">
    <w:name w:val="650EE4B6FB6C4B1EB6E957CAAE341CF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50839AACA84FCBB69D9859FA8D2C9E">
    <w:name w:val="A250839AACA84FCBB69D9859FA8D2C9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701150F4C54CFF834E9906262981E3">
    <w:name w:val="1D701150F4C54CFF834E9906262981E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5ADE1508B8404485AC657D84EB13E4">
    <w:name w:val="4A5ADE1508B8404485AC657D84EB13E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478B3E7F6F45B2A5E14788B65C8CBE">
    <w:name w:val="D3478B3E7F6F45B2A5E14788B65C8CB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C8F51D94C94569A4CD657477A25837">
    <w:name w:val="D9C8F51D94C94569A4CD657477A2583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8F693900D74E9CBC243A0DF9D71987">
    <w:name w:val="7F8F693900D74E9CBC243A0DF9D7198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3C668E385241B8B93E550A8C687E8F">
    <w:name w:val="E53C668E385241B8B93E550A8C687E8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3C9326B3354D3CAECB4E1ECADC830F">
    <w:name w:val="A53C9326B3354D3CAECB4E1ECADC830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D68E6F1B9A4C45864DC667ED228B76">
    <w:name w:val="8ED68E6F1B9A4C45864DC667ED228B7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D7946F259C4EB89D6D41F5B00D9570">
    <w:name w:val="23D7946F259C4EB89D6D41F5B00D957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F1B2F9FF6649D79CAF680DA2DC947E">
    <w:name w:val="CEF1B2F9FF6649D79CAF680DA2DC947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A87C2C8C3F47BAB3DF53C1242CF56E">
    <w:name w:val="41A87C2C8C3F47BAB3DF53C1242CF56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0229838E30468298C7692E2701C2B4">
    <w:name w:val="B20229838E30468298C7692E2701C2B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EEE57092534D8CA33A2F9A1D742411">
    <w:name w:val="43EEE57092534D8CA33A2F9A1D74241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0691307F4B403BB7AB31D3A83307A0">
    <w:name w:val="8E0691307F4B403BB7AB31D3A83307A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284D617CF846A38D37A3202C750727">
    <w:name w:val="DA284D617CF846A38D37A3202C75072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E561BA16AD4429A51BB288E7D25E05">
    <w:name w:val="0AE561BA16AD4429A51BB288E7D25E0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3ADEC411214D73ADDC9E3C26539255">
    <w:name w:val="4C3ADEC411214D73ADDC9E3C2653925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A7E21F3D9B4BC08B4BF92186C23801">
    <w:name w:val="4FA7E21F3D9B4BC08B4BF92186C2380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0C24F52AF54818863B1A943B1193D7">
    <w:name w:val="370C24F52AF54818863B1A943B1193D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2E2C826E244395A6880C03BF2D6B90">
    <w:name w:val="6E2E2C826E244395A6880C03BF2D6B9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95DEF3C67E4EAEBE6798BE4FB2A5AD">
    <w:name w:val="AD95DEF3C67E4EAEBE6798BE4FB2A5A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0A8E304648F494589DF5F1A22260C81">
    <w:name w:val="30A8E304648F494589DF5F1A22260C8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286A8349A9427AAB119F29261CBE9C">
    <w:name w:val="A1286A8349A9427AAB119F29261CBE9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768EF75074491AAD9AC984CA5FC062">
    <w:name w:val="14768EF75074491AAD9AC984CA5FC06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5E0788A030482FA7973AFB785994FD">
    <w:name w:val="ED5E0788A030482FA7973AFB785994F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F90744873947839174CF6F40E88FE0">
    <w:name w:val="DFF90744873947839174CF6F40E88FE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FCEEFC18B24C32803714B2555CC40A">
    <w:name w:val="85FCEEFC18B24C32803714B2555CC40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08CC14C20748A0919AF25CB1603DE8">
    <w:name w:val="B708CC14C20748A0919AF25CB1603DE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07D579896D4E1AA3F0743A0F7F8650">
    <w:name w:val="6C07D579896D4E1AA3F0743A0F7F865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D16236320744ABB2448803146164C9">
    <w:name w:val="CBD16236320744ABB2448803146164C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9878B52F1640D38AFCED05EB7941B4">
    <w:name w:val="1B9878B52F1640D38AFCED05EB7941B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F2688FCEFA43898380B6B91E57B04A">
    <w:name w:val="1CF2688FCEFA43898380B6B91E57B04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D80FC4CFCC4246A238E2BC15447072">
    <w:name w:val="49D80FC4CFCC4246A238E2BC1544707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96C478372E4D5991DB28CEEFD9140D">
    <w:name w:val="6996C478372E4D5991DB28CEEFD9140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D524D83A82471C80C87E2EF90373C9">
    <w:name w:val="94D524D83A82471C80C87E2EF90373C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485BD9C8054182BDA2DDC8D01E2404">
    <w:name w:val="74485BD9C8054182BDA2DDC8D01E240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3A74F24F924C8294DA8B19C3E8EE34">
    <w:name w:val="8E3A74F24F924C8294DA8B19C3E8EE3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3CA494DBA447FD8B2B5E147E9F6148">
    <w:name w:val="CC3CA494DBA447FD8B2B5E147E9F614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58C153694E47B4B4F41DF4EA6437CE">
    <w:name w:val="9958C153694E47B4B4F41DF4EA6437C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A036054DBAB452495666C2B5F1D3D6F">
    <w:name w:val="EA036054DBAB452495666C2B5F1D3D6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CA28778D17431F81829A87C416AB81">
    <w:name w:val="73CA28778D17431F81829A87C416AB8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D1798DD7734FC3ABAB811C079B2E91">
    <w:name w:val="99D1798DD7734FC3ABAB811C079B2E9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0D91F6933B4F289287C5D9B003AC3D">
    <w:name w:val="F00D91F6933B4F289287C5D9B003AC3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A1F091C4D74DD09A9553AA535DEDC2">
    <w:name w:val="1CA1F091C4D74DD09A9553AA535DEDC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7FB0AD29B84267AA07055DD27525D7">
    <w:name w:val="C77FB0AD29B84267AA07055DD27525D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20C98E1C788408EAD79A2F8A82C902B">
    <w:name w:val="120C98E1C788408EAD79A2F8A82C902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8586B85E5A45879AAEE6022538326F">
    <w:name w:val="6E8586B85E5A45879AAEE6022538326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F5BF3D0AC44DBA8163405127CEEA12">
    <w:name w:val="92F5BF3D0AC44DBA8163405127CEEA1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F9E467939146B98CC5FA5CA675E1F9">
    <w:name w:val="8DF9E467939146B98CC5FA5CA675E1F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7EE30DDE8F94B8E93971EFCE7AF5AC5">
    <w:name w:val="97EE30DDE8F94B8E93971EFCE7AF5AC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17C5FE0933411E9F9F50BDC2F1715D">
    <w:name w:val="3F17C5FE0933411E9F9F50BDC2F1715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96BD87F0204E83B81784D0B98E5618">
    <w:name w:val="D996BD87F0204E83B81784D0B98E561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C9EA5820CC42E7B15CE343AD847E9D">
    <w:name w:val="91C9EA5820CC42E7B15CE343AD847E9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312364206446D6A7F743EF38809957">
    <w:name w:val="B5312364206446D6A7F743EF3880995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F3E6AE98B340FA94709396936DFC92">
    <w:name w:val="47F3E6AE98B340FA94709396936DFC9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0F2125FE4D4D1CB1BDA3E5B5C2C7EE">
    <w:name w:val="3A0F2125FE4D4D1CB1BDA3E5B5C2C7E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935C744D904C99AAC1F50E41A98E86">
    <w:name w:val="75935C744D904C99AAC1F50E41A98E8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7E14B6F93640AF8E5013376FD6D512">
    <w:name w:val="7A7E14B6F93640AF8E5013376FD6D51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592429610F4B3393A6CF9E55684EC1">
    <w:name w:val="E9592429610F4B3393A6CF9E55684EC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0B0BA092BE471694819E62BB28509A">
    <w:name w:val="080B0BA092BE471694819E62BB28509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CB728D8C3C450AA3F05C1D0E90774D">
    <w:name w:val="3ECB728D8C3C450AA3F05C1D0E90774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4BD1F8C4254A769CE74EF444F1E778">
    <w:name w:val="BB4BD1F8C4254A769CE74EF444F1E77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C0CE5F2D974F15A464B722A2A022A2">
    <w:name w:val="A4C0CE5F2D974F15A464B722A2A022A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57547C6C364BC9916DF41D15DEED7A">
    <w:name w:val="C757547C6C364BC9916DF41D15DEED7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0873EE1B7B4BED837EAF5C5AC0AC2D">
    <w:name w:val="9D0873EE1B7B4BED837EAF5C5AC0AC2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1EDD65FF714651B376BC8AE5EAA33A">
    <w:name w:val="9C1EDD65FF714651B376BC8AE5EAA33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7607D839CA4AF3A19E82398BC115E9">
    <w:name w:val="5F7607D839CA4AF3A19E82398BC115E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C86BFE042B42BAAA1BAE6C7CBCDCF9">
    <w:name w:val="78C86BFE042B42BAAA1BAE6C7CBCDCF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F09C0849D9442DAC0ECFD5157C1094">
    <w:name w:val="EDF09C0849D9442DAC0ECFD5157C109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A896303D1F4E1D88590E915FE166B0">
    <w:name w:val="4EA896303D1F4E1D88590E915FE166B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EEE9F50773942B8830080C40E33F592">
    <w:name w:val="2EEE9F50773942B8830080C40E33F59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66D37943364DB6905E8E80D09DC77B">
    <w:name w:val="5E66D37943364DB6905E8E80D09DC77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9057DBB4534989A592078FF715CBCE">
    <w:name w:val="7D9057DBB4534989A592078FF715CBC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3577835D814CB8AB442E3548EE53C9">
    <w:name w:val="983577835D814CB8AB442E3548EE53C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9C939FE6534501A148644CB00341CB">
    <w:name w:val="759C939FE6534501A148644CB00341C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7ED402255949379CE269DD560C7908">
    <w:name w:val="197ED402255949379CE269DD560C790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7FEDDEB9F446F1B7B40893143A8CB9">
    <w:name w:val="F37FEDDEB9F446F1B7B40893143A8CB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C24B811E09474AA00858C56E02FCD5">
    <w:name w:val="F1C24B811E09474AA00858C56E02FCD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6204A0C9A34A979A34AF39AF236F67">
    <w:name w:val="926204A0C9A34A979A34AF39AF236F6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5480AB29BC489FA588631FC30CBE84">
    <w:name w:val="C95480AB29BC489FA588631FC30CBE8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E9D9E28AF24666A796A603E4DA6358">
    <w:name w:val="7AE9D9E28AF24666A796A603E4DA635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FD174EF5494D3C976D8AB0F5598803">
    <w:name w:val="49FD174EF5494D3C976D8AB0F559880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724A90C3524852BFF57B7838DE5F64">
    <w:name w:val="8C724A90C3524852BFF57B7838DE5F6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FC197A5F1447AFBBCB62505D5C0FC7">
    <w:name w:val="37FC197A5F1447AFBBCB62505D5C0FC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A6C225124C4B988236B975BCC5BFF4">
    <w:name w:val="86A6C225124C4B988236B975BCC5BFF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1B43594213482F90F59B54FBE70B85">
    <w:name w:val="671B43594213482F90F59B54FBE70B8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C61FF4D6B948D19118373DCC261903">
    <w:name w:val="47C61FF4D6B948D19118373DCC26190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99272EA21CB4B04BB45B6F3C6BF000D">
    <w:name w:val="F99272EA21CB4B04BB45B6F3C6BF000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E7B7E881064B488EB3AAA065E62D37">
    <w:name w:val="F1E7B7E881064B488EB3AAA065E62D3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47E96882D643E6BAD58E3B5031665C">
    <w:name w:val="6E47E96882D643E6BAD58E3B5031665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96E578CB9642C9B60B4C90936F9C4D">
    <w:name w:val="5D96E578CB9642C9B60B4C90936F9C4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E0D68B89F240A7A3FE4D9668479446">
    <w:name w:val="2CE0D68B89F240A7A3FE4D966847944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406ED683C94FF38BEA894E5316CA9C">
    <w:name w:val="99406ED683C94FF38BEA894E5316CA9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DB911E0AF84C83869D8A61D3F90F90">
    <w:name w:val="C1DB911E0AF84C83869D8A61D3F90F9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DC8FEF70414CE185D67EA2577DE12A">
    <w:name w:val="03DC8FEF70414CE185D67EA2577DE12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C2818550FC43A782C223FF6BE36A9B">
    <w:name w:val="D6C2818550FC43A782C223FF6BE36A9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774B8AE69F403FA69A32D94152B455">
    <w:name w:val="19774B8AE69F403FA69A32D94152B45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121D7687B8A4595872A35F2A7976884">
    <w:name w:val="B121D7687B8A4595872A35F2A797688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EFC685DCAF4B949C4BEB32B0494733">
    <w:name w:val="0CEFC685DCAF4B949C4BEB32B049473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2EC7B40D794EFA9F883935F3A23245">
    <w:name w:val="272EC7B40D794EFA9F883935F3A2324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6533A9698C415F91CAE788F57CABB3">
    <w:name w:val="226533A9698C415F91CAE788F57CABB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4CA767416443FB9836C659A3002611">
    <w:name w:val="B74CA767416443FB9836C659A300261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ADC5268A8B43F6B1B44146174E0BCE">
    <w:name w:val="70ADC5268A8B43F6B1B44146174E0BC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9C0D3D1F1E4416818DA84711082BE8">
    <w:name w:val="549C0D3D1F1E4416818DA84711082BE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EF528D43D5464DAFA83A110BB6F36E">
    <w:name w:val="3DEF528D43D5464DAFA83A110BB6F36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18275634AF4A77A64AAF7D5EEC8044">
    <w:name w:val="D618275634AF4A77A64AAF7D5EEC804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794CA31F364D1B9D44CF8AC8593AA4">
    <w:name w:val="B7794CA31F364D1B9D44CF8AC8593AA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6D3249A85B45E48D1828327EEB45E6">
    <w:name w:val="066D3249A85B45E48D1828327EEB45E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F1D1FBEB834D1BB7788E32019B7EA0">
    <w:name w:val="48F1D1FBEB834D1BB7788E32019B7EA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2C0A5910CBD44AC88DDA8098D502EB1">
    <w:name w:val="12C0A5910CBD44AC88DDA8098D502EB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65F5A1648D4491BE45987C9D127761">
    <w:name w:val="2265F5A1648D4491BE45987C9D12776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1EEB4328684F45A9AE19CE4C48BF20">
    <w:name w:val="DE1EEB4328684F45A9AE19CE4C48BF2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0385E5BF124F4E8C2BF82A241B6B7F">
    <w:name w:val="380385E5BF124F4E8C2BF82A241B6B7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FCB32435184A57B39652C179C667FA">
    <w:name w:val="DBFCB32435184A57B39652C179C667F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A99EB3C8124E4AADFEAE87CD73BAD4">
    <w:name w:val="E5A99EB3C8124E4AADFEAE87CD73BAD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4EB84E873C488BA27F372A2DE31EF6">
    <w:name w:val="E94EB84E873C488BA27F372A2DE31EF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2C4E70579141B5B1B5A9BD2F287EB4">
    <w:name w:val="1B2C4E70579141B5B1B5A9BD2F287EB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721AC0E2964A9C9F5FA114C26486F9">
    <w:name w:val="E6721AC0E2964A9C9F5FA114C26486F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B9F72828A347EBBB43A406B338B0B4">
    <w:name w:val="A9B9F72828A347EBBB43A406B338B0B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A6D1B82F7A4025A58A492A725F813C">
    <w:name w:val="B8A6D1B82F7A4025A58A492A725F813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FF815426704B80A2E1D6A90F6F45BE">
    <w:name w:val="61FF815426704B80A2E1D6A90F6F45B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1D6918D4A8456494F9EE05106C9935">
    <w:name w:val="941D6918D4A8456494F9EE05106C993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3B2A4BB72448408F6D3353D4A75450">
    <w:name w:val="2B3B2A4BB72448408F6D3353D4A7545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7DEE3607D94D7292F4D59A8A1A1EA0">
    <w:name w:val="7D7DEE3607D94D7292F4D59A8A1A1EA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2C653D3179468ABE2FD1C1E8305FE3">
    <w:name w:val="FD2C653D3179468ABE2FD1C1E8305FE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C2698B29F74AFAA5CC015A02984A20">
    <w:name w:val="43C2698B29F74AFAA5CC015A02984A2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267E4803DC645E8BCBA72867AEAA2F4">
    <w:name w:val="F267E4803DC645E8BCBA72867AEAA2F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91C532D175149B6B08E002F30D8ACF9">
    <w:name w:val="391C532D175149B6B08E002F30D8ACF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9AFBCFCCD54E25B005CF70A7B50965">
    <w:name w:val="EB9AFBCFCCD54E25B005CF70A7B5096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D89C5D9E4854891B3EF99E762541028">
    <w:name w:val="CD89C5D9E4854891B3EF99E76254102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E24C2E38624FC5B02CBAEC9C8082CC">
    <w:name w:val="AAE24C2E38624FC5B02CBAEC9C8082C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38E35FC0EC4942BDD68A0AEBFBD817">
    <w:name w:val="5638E35FC0EC4942BDD68A0AEBFBD81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805BF70C244D1F8BBBBA5ECEEF2AE8">
    <w:name w:val="B7805BF70C244D1F8BBBBA5ECEEF2AE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F6695149C7455C8FE1ECDE19F994CD">
    <w:name w:val="96F6695149C7455C8FE1ECDE19F994C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BAF3B402A34A89A27D965F83FE230E">
    <w:name w:val="69BAF3B402A34A89A27D965F83FE230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34C96416CD74428AF8DCA422D701017">
    <w:name w:val="C34C96416CD74428AF8DCA422D70101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EF3346E265445291F54AE825C7F338">
    <w:name w:val="A3EF3346E265445291F54AE825C7F33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4B58D3C7554DC38AE94DA00A0F377C">
    <w:name w:val="724B58D3C7554DC38AE94DA00A0F377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133D582F4F49D0B1FCE0472D35FDA4">
    <w:name w:val="16133D582F4F49D0B1FCE0472D35FDA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D8005EFEB843559FEF80C431B771E8">
    <w:name w:val="A5D8005EFEB843559FEF80C431B771E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154D37BE614E4DA9DEA161B2E8D66C">
    <w:name w:val="5D154D37BE614E4DA9DEA161B2E8D66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94B3324E1D4776AA99FA3E281D0F6B">
    <w:name w:val="8294B3324E1D4776AA99FA3E281D0F6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B427836F9845A9B38C8683EB790262">
    <w:name w:val="B5B427836F9845A9B38C8683EB79026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83495B127D4AE7A60EC914E450DE45">
    <w:name w:val="3D83495B127D4AE7A60EC914E450DE4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CED908BB914728A3E368918460C787">
    <w:name w:val="E4CED908BB914728A3E368918460C78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503E22471C44088599CA79BBA5EC90">
    <w:name w:val="7D503E22471C44088599CA79BBA5EC9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9FB8D8516B41B9A1991E1A42FF97F8">
    <w:name w:val="C09FB8D8516B41B9A1991E1A42FF97F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519A767F5A4E5599FA7A6F73D7853C">
    <w:name w:val="65519A767F5A4E5599FA7A6F73D7853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A88505D92B4CACB50A9D7430B74C97">
    <w:name w:val="64A88505D92B4CACB50A9D7430B74C9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68CC141C12451FA15653C1D331BE1E">
    <w:name w:val="0268CC141C12451FA15653C1D331BE1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B2E652905A498AB834F45597EE4AB4">
    <w:name w:val="77B2E652905A498AB834F45597EE4AB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744E955A324844B51B1C3AE3F61DB1">
    <w:name w:val="05744E955A324844B51B1C3AE3F61DB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26391D7028447786ED23FF334438EB">
    <w:name w:val="2526391D7028447786ED23FF334438E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BC4395ECE048B79710761854B96493">
    <w:name w:val="37BC4395ECE048B79710761854B9649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12C244BCF94775B8DB7EC7F8547A15">
    <w:name w:val="C112C244BCF94775B8DB7EC7F8547A1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96E0C12E60D4C629863270EC04DBEE6">
    <w:name w:val="F96E0C12E60D4C629863270EC04DBEE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FE4D0EAB4147D18F934A03FDF4CCF2">
    <w:name w:val="19FE4D0EAB4147D18F934A03FDF4CCF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B387985E6D40D99E21C2AB9BBE0B09">
    <w:name w:val="E0B387985E6D40D99E21C2AB9BBE0B0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C2A4F2645B4953A3665D1B2F7A68C8">
    <w:name w:val="F8C2A4F2645B4953A3665D1B2F7A68C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8FD4E1F8E744CCAC622D450792965B">
    <w:name w:val="1C8FD4E1F8E744CCAC622D450792965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A5AA62F67B43FEB1BBACAAB75FFEB8">
    <w:name w:val="4DA5AA62F67B43FEB1BBACAAB75FFEB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6AE2187F4A4E04A6FA03CFBBFBAF29">
    <w:name w:val="766AE2187F4A4E04A6FA03CFBBFBAF2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110171EAF846CBA5B7E1B57CBD4170">
    <w:name w:val="14110171EAF846CBA5B7E1B57CBD417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40CC1FEE994E24A48BB405630FB19C">
    <w:name w:val="7040CC1FEE994E24A48BB405630FB19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B921152D004322B597051CC489C4A4">
    <w:name w:val="61B921152D004322B597051CC489C4A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D7CAF5DC194BB78459AA316F6D8B53">
    <w:name w:val="62D7CAF5DC194BB78459AA316F6D8B5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093D2984304CAF999E6CE94048F9E4">
    <w:name w:val="89093D2984304CAF999E6CE94048F9E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8F417AA55244B5ABFCBB44C95FAAD8">
    <w:name w:val="728F417AA55244B5ABFCBB44C95FAAD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874AB81DFB41029C2D29369B77FD6E">
    <w:name w:val="2A874AB81DFB41029C2D29369B77FD6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7C315D12AE411591A80EBB62984841">
    <w:name w:val="C77C315D12AE411591A80EBB6298484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1A88C8E3C54D749072E3B33701C541">
    <w:name w:val="721A88C8E3C54D749072E3B33701C54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C3303980E947C288695DD5468F43BA">
    <w:name w:val="CBC3303980E947C288695DD5468F43B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09E2BE0E0D4378A2F6EA02A825AB1A">
    <w:name w:val="E909E2BE0E0D4378A2F6EA02A825AB1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EAE9DAC3204451840676F7777B97C5">
    <w:name w:val="10EAE9DAC3204451840676F7777B97C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ECC8024D5043A78965361A61D29F87">
    <w:name w:val="42ECC8024D5043A78965361A61D29F8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24671ABA234BBB9F5C5A6BF6DE1478">
    <w:name w:val="9624671ABA234BBB9F5C5A6BF6DE147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3915790F1F4E21A5E06A20109D8C43">
    <w:name w:val="023915790F1F4E21A5E06A20109D8C4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6AFA2A57224A51932AC96A0D682A62">
    <w:name w:val="036AFA2A57224A51932AC96A0D682A6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9772C4D74E47D389383C3CCAF49167">
    <w:name w:val="789772C4D74E47D389383C3CCAF4916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23667DAB4A4711B52EE92724009D31">
    <w:name w:val="F823667DAB4A4711B52EE92724009D3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5DA16115DE47349E217F4D76C65451">
    <w:name w:val="085DA16115DE47349E217F4D76C6545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82C883BE5A4684ABF3772F6132089D">
    <w:name w:val="6882C883BE5A4684ABF3772F6132089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B9B593D50644789764A738E5FF036C">
    <w:name w:val="43B9B593D50644789764A738E5FF036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F05C32B2414EC997E54D56864A3F68">
    <w:name w:val="A5F05C32B2414EC997E54D56864A3F6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4AC689BBB44282BC120BDCC420D019">
    <w:name w:val="324AC689BBB44282BC120BDCC420D01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ED9A331FA4C47B4AFA3559E4F5FE2CC">
    <w:name w:val="2ED9A331FA4C47B4AFA3559E4F5FE2C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52DD105CE949E0AF3238D04F196387">
    <w:name w:val="3252DD105CE949E0AF3238D04F19638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8579A4DEBB413582CC22E627EB617E">
    <w:name w:val="908579A4DEBB413582CC22E627EB617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A1CFF8EEE142A6B96F4F60161372EB">
    <w:name w:val="32A1CFF8EEE142A6B96F4F60161372E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EDC2B18244401BAF82A203DDA7DFB5">
    <w:name w:val="63EDC2B18244401BAF82A203DDA7DFB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FA0326E5464F2F8B0A103C4EAF36F7">
    <w:name w:val="5BFA0326E5464F2F8B0A103C4EAF36F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8657912187462BAB4CFB32FC2E1F5C">
    <w:name w:val="AD8657912187462BAB4CFB32FC2E1F5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14A3F15D74435EBC600B03311519D5">
    <w:name w:val="4414A3F15D74435EBC600B03311519D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10DA55AD0744C1A1D27CFA8C932736">
    <w:name w:val="2710DA55AD0744C1A1D27CFA8C93273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AAC38474674E37897A47386FE3D5E2">
    <w:name w:val="B7AAC38474674E37897A47386FE3D5E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B544780F034D048092C5C04D9A8B8B">
    <w:name w:val="78B544780F034D048092C5C04D9A8B8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838A36CB2346F6AAD679841ED418E3">
    <w:name w:val="11838A36CB2346F6AAD679841ED418E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478CA8143040648DC9AC89D2BA9050">
    <w:name w:val="28478CA8143040648DC9AC89D2BA905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73C68E9ADE462581C8BC097834F1C6">
    <w:name w:val="D573C68E9ADE462581C8BC097834F1C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04D0A77645490EB7B3D78D0E5E5FBF">
    <w:name w:val="EB04D0A77645490EB7B3D78D0E5E5FB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5A9CBC4F2044ADA5BED1CFCA07C0C8">
    <w:name w:val="D85A9CBC4F2044ADA5BED1CFCA07C0C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4786AE3F714825B3AD6B8A59720F3F">
    <w:name w:val="434786AE3F714825B3AD6B8A59720F3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22518B6BAB47229957037D88A02E98">
    <w:name w:val="BE22518B6BAB47229957037D88A02E9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A5D2D83E1849F5936705C209537AAC">
    <w:name w:val="4CA5D2D83E1849F5936705C209537AA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2D84DC2770465B8965BFF2DC9A0E72">
    <w:name w:val="662D84DC2770465B8965BFF2DC9A0E7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069095A983148318F31BFA05B4DD7E6">
    <w:name w:val="3069095A983148318F31BFA05B4DD7E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6777595C8D43C695F228B423496EF6">
    <w:name w:val="136777595C8D43C695F228B423496EF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A85D24106F42A98DEA71794E78E0BA">
    <w:name w:val="4DA85D24106F42A98DEA71794E78E0B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6174ABF3874C73BDAB58A80FD4B525">
    <w:name w:val="E16174ABF3874C73BDAB58A80FD4B52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65F339BECD42DEBE5A001527C8B321">
    <w:name w:val="8E65F339BECD42DEBE5A001527C8B32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74263CD9CEC43439F0C715FAA88BCDA">
    <w:name w:val="974263CD9CEC43439F0C715FAA88BCDA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9A79EE3E8342D68A4814518BF74F23">
    <w:name w:val="419A79EE3E8342D68A4814518BF74F2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D2B07BAC2446269B9CB55F026DF832">
    <w:name w:val="9ED2B07BAC2446269B9CB55F026DF83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3AB70FE43D41CBBCC30CE7A4F57524">
    <w:name w:val="F03AB70FE43D41CBBCC30CE7A4F5752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B051B0E3BE4F5C9063E39A5C0A335F">
    <w:name w:val="2BB051B0E3BE4F5C9063E39A5C0A335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BFFACED3074077842FC400CC2305B6">
    <w:name w:val="3BBFFACED3074077842FC400CC2305B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A9448D18AD4ECABEE085ADE01F0A58">
    <w:name w:val="96A9448D18AD4ECABEE085ADE01F0A5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05BDB5108D4009B591F0D1DEAF8773">
    <w:name w:val="B805BDB5108D4009B591F0D1DEAF877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8E24F3717D4B899DA5FA6598069201">
    <w:name w:val="168E24F3717D4B899DA5FA6598069201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C1727C65E745839BFC37031A382E14">
    <w:name w:val="ECC1727C65E745839BFC37031A382E1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37B673DF244A138B95D06D43401BF8">
    <w:name w:val="CF37B673DF244A138B95D06D43401BF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B49CB557DB426B814FFB6A2C810368">
    <w:name w:val="A2B49CB557DB426B814FFB6A2C81036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74EDABEDD24D4BB3273519BDCC00D4">
    <w:name w:val="5A74EDABEDD24D4BB3273519BDCC00D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91DEDF02664599BBEF70932B7F3FA2">
    <w:name w:val="6391DEDF02664599BBEF70932B7F3FA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7368434F8540F88CEFE0899415F10C">
    <w:name w:val="7D7368434F8540F88CEFE0899415F10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9C61D757304B7381716E3E39A4CD98">
    <w:name w:val="679C61D757304B7381716E3E39A4CD9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57E27002E841069E868B8E79697D80">
    <w:name w:val="1457E27002E841069E868B8E79697D8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29B82DBF94499FB7085F7D9CA7D98E">
    <w:name w:val="D329B82DBF94499FB7085F7D9CA7D98E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BB981F778B4399B7C3BAAB6F589DFC">
    <w:name w:val="8EBB981F778B4399B7C3BAAB6F589DF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352130F47B4498B89A1F5E96C04984">
    <w:name w:val="23352130F47B4498B89A1F5E96C0498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B33390788448898C38C83CE1FA90DD">
    <w:name w:val="C4B33390788448898C38C83CE1FA90D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045B3E1E389420F9D641D8CBDBAD458">
    <w:name w:val="A045B3E1E389420F9D641D8CBDBAD45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89E05FE9D5414D83512AEDF4CB8E29">
    <w:name w:val="DF89E05FE9D5414D83512AEDF4CB8E29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17F0255F974C8980F91A1AC5BA2F68">
    <w:name w:val="DF17F0255F974C8980F91A1AC5BA2F6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8E87B1574248C2B7197C11F6ED4488">
    <w:name w:val="688E87B1574248C2B7197C11F6ED4488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484796CABF46EC95E8FB9578EC043D">
    <w:name w:val="1A484796CABF46EC95E8FB9578EC043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30818F85AF4B79B535166BA802CC55">
    <w:name w:val="8C30818F85AF4B79B535166BA802CC55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D85A55AADB42C7934E5B998D4D49B7">
    <w:name w:val="98D85A55AADB42C7934E5B998D4D49B7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2AB540A66A475BB46698DDDF57EF82">
    <w:name w:val="D42AB540A66A475BB46698DDDF57EF82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51B2ECB10448EA92EE9A391BE49850">
    <w:name w:val="1651B2ECB10448EA92EE9A391BE49850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A45FBFF55441B2AC93C2EB57BAF2AD">
    <w:name w:val="01A45FBFF55441B2AC93C2EB57BAF2A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EB76993EB54E77A60548770A2B13BC">
    <w:name w:val="16EB76993EB54E77A60548770A2B13B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EF3F423CAF4F459BA0022338C7B4FD">
    <w:name w:val="1EEF3F423CAF4F459BA0022338C7B4FD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B260726D784EB8A5E78EF7EE19C38F">
    <w:name w:val="EBB260726D784EB8A5E78EF7EE19C38F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2217A5ED3BF4FFEB2B261EC5CB60F13">
    <w:name w:val="C2217A5ED3BF4FFEB2B261EC5CB60F13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4C88A684CD42BDB2D0CA8C0412FDA4">
    <w:name w:val="1B4C88A684CD42BDB2D0CA8C0412FDA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147C5BB6A24FC794AAA48BEE637B3B">
    <w:name w:val="AA147C5BB6A24FC794AAA48BEE637B3B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824C6031BF46C8B61BFE2603B269A6">
    <w:name w:val="0A824C6031BF46C8B61BFE2603B269A6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94694A156B457E9664C25DFB4AB4AC">
    <w:name w:val="6194694A156B457E9664C25DFB4AB4AC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B04C36C31D48B985EAE7433CF1B2C4">
    <w:name w:val="B5B04C36C31D48B985EAE7433CF1B2C4"/>
    <w:rsid w:val="00882F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71B4F9FDFE491D9DC24FA6DC6C5921">
    <w:name w:val="E371B4F9FDFE491D9DC24FA6DC6C5921"/>
    <w:rsid w:val="00882FF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7" ma:contentTypeDescription="Vytvoří nový dokument" ma:contentTypeScope="" ma:versionID="a1a301ec93e3e1c0939eaa9a95993ad4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a7e292342559d14d4b231266463364e7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216839-E33D-4AA3-9B6F-541BD105CD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D70445-C5B3-4AE3-8DE4-B194793B2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4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</Template>
  <TotalTime>17</TotalTime>
  <Pages>7</Pages>
  <Words>1492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Bc. Lucie Pohle</cp:lastModifiedBy>
  <cp:revision>3</cp:revision>
  <cp:lastPrinted>2019-12-09T09:19:00Z</cp:lastPrinted>
  <dcterms:created xsi:type="dcterms:W3CDTF">2025-04-29T12:36:00Z</dcterms:created>
  <dcterms:modified xsi:type="dcterms:W3CDTF">2025-04-30T07:56:00Z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